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30" w:rsidRDefault="003D56A1" w:rsidP="003D56A1">
      <w:pPr>
        <w:spacing w:after="120"/>
      </w:pPr>
      <w:r>
        <w:t>A “normal” Word 2007 document has a .</w:t>
      </w:r>
      <w:proofErr w:type="spellStart"/>
      <w:r>
        <w:t>docx</w:t>
      </w:r>
      <w:proofErr w:type="spellEnd"/>
      <w:r>
        <w:t xml:space="preserve"> extension.</w:t>
      </w:r>
    </w:p>
    <w:p w:rsidR="003D56A1" w:rsidRDefault="003D56A1">
      <w:r>
        <w:t>A Word 2007 template has a .</w:t>
      </w:r>
      <w:proofErr w:type="spellStart"/>
      <w:r>
        <w:t>dotx</w:t>
      </w:r>
      <w:proofErr w:type="spellEnd"/>
      <w:r>
        <w:t xml:space="preserve"> extension.</w:t>
      </w:r>
    </w:p>
    <w:p w:rsidR="00752730" w:rsidRDefault="003D56A1" w:rsidP="003D56A1">
      <w:pPr>
        <w:pStyle w:val="ListParagraph"/>
        <w:numPr>
          <w:ilvl w:val="0"/>
          <w:numId w:val="1"/>
        </w:numPr>
      </w:pPr>
      <w:r>
        <w:t>A template is like an “original” document that is used many times to “make copies of”</w:t>
      </w:r>
    </w:p>
    <w:p w:rsidR="003D56A1" w:rsidRDefault="003D56A1" w:rsidP="003D56A1">
      <w:pPr>
        <w:pStyle w:val="ListParagraph"/>
        <w:numPr>
          <w:ilvl w:val="0"/>
          <w:numId w:val="1"/>
        </w:numPr>
      </w:pPr>
      <w:r>
        <w:t>A template can be created from a previously created document (i.e. lesson plan)</w:t>
      </w:r>
    </w:p>
    <w:p w:rsidR="0041237B" w:rsidRDefault="0041237B" w:rsidP="0041237B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121920</wp:posOffset>
            </wp:positionV>
            <wp:extent cx="2105025" cy="514350"/>
            <wp:effectExtent l="19050" t="19050" r="28575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14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Open original</w:t>
      </w:r>
    </w:p>
    <w:p w:rsidR="0041237B" w:rsidRDefault="0041237B" w:rsidP="0041237B">
      <w:pPr>
        <w:pStyle w:val="ListParagraph"/>
        <w:numPr>
          <w:ilvl w:val="1"/>
          <w:numId w:val="1"/>
        </w:numPr>
        <w:spacing w:after="360"/>
        <w:contextualSpacing w:val="0"/>
      </w:pPr>
      <w:r>
        <w:t xml:space="preserve">Click SAVE AS and save as a template </w:t>
      </w:r>
    </w:p>
    <w:p w:rsidR="003D56A1" w:rsidRDefault="003D56A1" w:rsidP="003D56A1">
      <w:pPr>
        <w:pStyle w:val="ListParagraph"/>
        <w:numPr>
          <w:ilvl w:val="0"/>
          <w:numId w:val="1"/>
        </w:numPr>
      </w:pPr>
      <w:r>
        <w:t>A template can be created from “scratch”</w:t>
      </w:r>
      <w:r w:rsidR="00593B44" w:rsidRPr="00593B44">
        <w:rPr>
          <w:noProof/>
        </w:rPr>
        <w:t xml:space="preserve"> </w:t>
      </w:r>
    </w:p>
    <w:p w:rsidR="00593B44" w:rsidRDefault="00D517D5" w:rsidP="00593B44">
      <w:pPr>
        <w:pStyle w:val="ListParagraph"/>
        <w:numPr>
          <w:ilvl w:val="0"/>
          <w:numId w:val="1"/>
        </w:numPr>
      </w:pPr>
      <w:r>
        <w:rPr>
          <w:noProof/>
        </w:rPr>
        <w:pict>
          <v:group id="_x0000_s2052" style="position:absolute;left:0;text-align:left;margin-left:266.95pt;margin-top:1.05pt;width:104.45pt;height:44pt;z-index:251663360" coordorigin="6884,3750" coordsize="2089,880">
            <v:oval id="_x0000_s2050" style="position:absolute;left:7605;top:3750;width:630;height:390" filled="f" strokecolor="#c00000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6884;top:4148;width:2089;height:482;mso-height-percent:200;mso-height-percent:200;mso-width-relative:margin;mso-height-relative:margin" strokecolor="#c00000" strokeweight="2.25pt">
              <v:textbox style="mso-fit-shape-to-text:t">
                <w:txbxContent>
                  <w:p w:rsidR="00A4418E" w:rsidRPr="00593B44" w:rsidRDefault="00A4418E">
                    <w:pPr>
                      <w:rPr>
                        <w:b/>
                      </w:rPr>
                    </w:pPr>
                    <w:r w:rsidRPr="00593B44">
                      <w:rPr>
                        <w:b/>
                      </w:rPr>
                      <w:t>Users’ username</w:t>
                    </w:r>
                  </w:p>
                </w:txbxContent>
              </v:textbox>
            </v:shape>
          </v:group>
        </w:pict>
      </w:r>
      <w:r w:rsidR="00593B4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3810</wp:posOffset>
            </wp:positionV>
            <wp:extent cx="3638550" cy="190500"/>
            <wp:effectExtent l="1905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56A1">
        <w:t xml:space="preserve">A template is normally saved in </w:t>
      </w:r>
    </w:p>
    <w:p w:rsidR="00593B44" w:rsidRDefault="00593B44" w:rsidP="00B263ED"/>
    <w:p w:rsidR="00B263ED" w:rsidRDefault="00B263ED" w:rsidP="00B263ED"/>
    <w:p w:rsidR="00B263ED" w:rsidRDefault="00B263ED" w:rsidP="00B263ED">
      <w:r w:rsidRPr="00B263ED">
        <w:rPr>
          <w:b/>
          <w:i/>
          <w:sz w:val="36"/>
        </w:rPr>
        <w:t>I</w:t>
      </w:r>
      <w:r>
        <w:t xml:space="preserve"> recommend creating “new” templates using tables</w:t>
      </w:r>
    </w:p>
    <w:p w:rsidR="00B263ED" w:rsidRDefault="00B263ED" w:rsidP="00B263ED">
      <w:pPr>
        <w:pBdr>
          <w:bottom w:val="single" w:sz="12" w:space="1" w:color="auto"/>
        </w:pBdr>
      </w:pPr>
    </w:p>
    <w:p w:rsidR="00B263ED" w:rsidRDefault="00B263ED" w:rsidP="00B263ED"/>
    <w:p w:rsidR="00B263ED" w:rsidRPr="00B263ED" w:rsidRDefault="00B263ED" w:rsidP="00B263ED">
      <w:pPr>
        <w:jc w:val="center"/>
        <w:rPr>
          <w:b/>
          <w:sz w:val="40"/>
        </w:rPr>
      </w:pPr>
      <w:r w:rsidRPr="00B263ED">
        <w:rPr>
          <w:b/>
          <w:sz w:val="40"/>
        </w:rPr>
        <w:t>Sample “Simple” Lesson Plan</w:t>
      </w:r>
    </w:p>
    <w:p w:rsidR="00B263ED" w:rsidRDefault="00B263ED" w:rsidP="00B263ED"/>
    <w:p w:rsidR="00B263ED" w:rsidRDefault="00E10A0D" w:rsidP="00B263ED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1301262</wp:posOffset>
            </wp:positionH>
            <wp:positionV relativeFrom="paragraph">
              <wp:posOffset>544195</wp:posOffset>
            </wp:positionV>
            <wp:extent cx="1348935" cy="193886"/>
            <wp:effectExtent l="19050" t="0" r="3615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2685" b="38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935" cy="193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3ED" w:rsidRPr="00B263ED">
        <w:rPr>
          <w:noProof/>
          <w:bdr w:val="single" w:sz="4" w:space="0" w:color="C00000"/>
        </w:rPr>
        <w:drawing>
          <wp:inline distT="0" distB="0" distL="0" distR="0">
            <wp:extent cx="5943600" cy="314150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3ED" w:rsidRDefault="00B263ED" w:rsidP="00B263ED"/>
    <w:p w:rsidR="00B263ED" w:rsidRDefault="00B263ED">
      <w:r>
        <w:br w:type="page"/>
      </w:r>
    </w:p>
    <w:p w:rsidR="00B263ED" w:rsidRDefault="00B263ED" w:rsidP="00B263ED">
      <w:r>
        <w:lastRenderedPageBreak/>
        <w:t>To create the simple sample lesson plan follow these steps</w:t>
      </w:r>
      <w:r w:rsidR="007C05D1">
        <w:t xml:space="preserve"> (sample lines from the lesson plan shown on Page 1 are highlighted with a thicker black border)</w:t>
      </w:r>
      <w:r>
        <w:t>:</w:t>
      </w:r>
    </w:p>
    <w:p w:rsidR="00B263ED" w:rsidRDefault="00D517D5" w:rsidP="00B263ED">
      <w:r>
        <w:rPr>
          <w:noProof/>
        </w:rPr>
        <w:pict>
          <v:oval id="_x0000_s2053" style="position:absolute;margin-left:372.25pt;margin-top:11.25pt;width:53.25pt;height:23.25pt;z-index:251665408" filled="f" strokecolor="#c00000" strokeweight="2.25p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48"/>
        <w:gridCol w:w="5040"/>
        <w:gridCol w:w="3888"/>
      </w:tblGrid>
      <w:tr w:rsidR="00B263ED" w:rsidTr="007C05D1">
        <w:tc>
          <w:tcPr>
            <w:tcW w:w="648" w:type="dxa"/>
          </w:tcPr>
          <w:p w:rsidR="00B263ED" w:rsidRPr="00B263ED" w:rsidRDefault="00B263ED" w:rsidP="00B263E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5040" w:type="dxa"/>
          </w:tcPr>
          <w:p w:rsidR="00B263ED" w:rsidRDefault="00B263ED" w:rsidP="00B263ED">
            <w:r>
              <w:t>Be sure Developer tab is displayed on the menu bar; if not displayed:</w:t>
            </w:r>
          </w:p>
          <w:p w:rsidR="00B263ED" w:rsidRDefault="00B263ED" w:rsidP="00B263ED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inline distT="0" distB="0" distL="0" distR="0">
                  <wp:extent cx="316319" cy="323850"/>
                  <wp:effectExtent l="19050" t="0" r="753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19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63ED" w:rsidRDefault="004B11D6" w:rsidP="00B263ED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inline distT="0" distB="0" distL="0" distR="0">
                  <wp:extent cx="1000125" cy="2571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1D6" w:rsidRDefault="00CD3BD9" w:rsidP="00B263ED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inline distT="0" distB="0" distL="0" distR="0">
                  <wp:extent cx="704850" cy="22860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BD9" w:rsidRDefault="00CD3BD9" w:rsidP="00B263ED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inline distT="0" distB="0" distL="0" distR="0">
                  <wp:extent cx="1876425" cy="18097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05D1" w:rsidRDefault="007C05D1" w:rsidP="007C05D1">
            <w:r>
              <w:t>Click Office Button/New/Blank Document/Create</w:t>
            </w:r>
          </w:p>
        </w:tc>
        <w:tc>
          <w:tcPr>
            <w:tcW w:w="3888" w:type="dxa"/>
          </w:tcPr>
          <w:p w:rsidR="00B263ED" w:rsidRDefault="00B263ED" w:rsidP="00B263ED">
            <w:r>
              <w:rPr>
                <w:noProof/>
              </w:rPr>
              <w:drawing>
                <wp:inline distT="0" distB="0" distL="0" distR="0">
                  <wp:extent cx="2390775" cy="17145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05D1" w:rsidRDefault="007C05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48"/>
        <w:gridCol w:w="3510"/>
        <w:gridCol w:w="5418"/>
      </w:tblGrid>
      <w:tr w:rsidR="007C05D1" w:rsidTr="001A4497">
        <w:tc>
          <w:tcPr>
            <w:tcW w:w="648" w:type="dxa"/>
          </w:tcPr>
          <w:p w:rsidR="007C05D1" w:rsidRDefault="007C05D1" w:rsidP="00B263E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8928" w:type="dxa"/>
            <w:gridSpan w:val="2"/>
          </w:tcPr>
          <w:p w:rsidR="007C05D1" w:rsidRDefault="007C05D1" w:rsidP="00B263ED">
            <w:r>
              <w:t>Determine how many rows/cells the first line or section (group of lines) contains</w:t>
            </w:r>
            <w:r w:rsidR="0023275B">
              <w:t xml:space="preserve"> and type desired information in the cells</w:t>
            </w:r>
          </w:p>
        </w:tc>
      </w:tr>
      <w:tr w:rsidR="00CD3BD9" w:rsidTr="007C05D1">
        <w:trPr>
          <w:trHeight w:val="657"/>
        </w:trPr>
        <w:tc>
          <w:tcPr>
            <w:tcW w:w="648" w:type="dxa"/>
          </w:tcPr>
          <w:p w:rsidR="00CD3BD9" w:rsidRDefault="00D517D5" w:rsidP="00B263ED">
            <w:pPr>
              <w:jc w:val="right"/>
              <w:rPr>
                <w:b/>
                <w:sz w:val="28"/>
              </w:rPr>
            </w:pPr>
            <w:r w:rsidRPr="00D517D5">
              <w:rPr>
                <w:noProof/>
                <w:lang w:eastAsia="zh-TW"/>
              </w:rPr>
              <w:pict>
                <v:shape id="_x0000_s2055" type="#_x0000_t202" style="position:absolute;left:0;text-align:left;margin-left:8.3pt;margin-top:0;width:37.7pt;height:21.85pt;z-index:251669504;mso-height-percent:200;mso-position-horizontal-relative:text;mso-position-vertical:top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>
                        <w:pPr>
                          <w:rPr>
                            <w:b/>
                            <w:color w:val="006600"/>
                          </w:rPr>
                        </w:pPr>
                        <w:r w:rsidRPr="001A4497">
                          <w:rPr>
                            <w:b/>
                            <w:color w:val="006600"/>
                          </w:rPr>
                          <w:t>2(e)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8928" w:type="dxa"/>
            <w:gridSpan w:val="2"/>
            <w:shd w:val="clear" w:color="auto" w:fill="D9D9D9" w:themeFill="background1" w:themeFillShade="D9"/>
          </w:tcPr>
          <w:p w:rsidR="00CD3BD9" w:rsidRDefault="00D517D5" w:rsidP="00B263ED">
            <w:pPr>
              <w:rPr>
                <w:noProof/>
              </w:rPr>
            </w:pPr>
            <w:r>
              <w:rPr>
                <w:noProof/>
              </w:rPr>
              <w:pict>
                <v:shape id="_x0000_s2057" type="#_x0000_t202" style="position:absolute;margin-left:274.2pt;margin-top:0;width:37.7pt;height:21.85pt;z-index:251671552;mso-height-percent:200;mso-position-horizontal-relative:text;mso-position-vertical:top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1A4497">
                        <w:pPr>
                          <w:rPr>
                            <w:b/>
                            <w:color w:val="006600"/>
                          </w:rPr>
                        </w:pPr>
                        <w:r w:rsidRPr="001A4497">
                          <w:rPr>
                            <w:b/>
                            <w:color w:val="006600"/>
                          </w:rPr>
                          <w:t>2(</w:t>
                        </w:r>
                        <w:r>
                          <w:rPr>
                            <w:b/>
                            <w:color w:val="006600"/>
                          </w:rPr>
                          <w:t>g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y="margin"/>
                </v:shape>
              </w:pict>
            </w:r>
            <w:r>
              <w:rPr>
                <w:noProof/>
              </w:rPr>
              <w:pict>
                <v:shape id="_x0000_s2056" type="#_x0000_t202" style="position:absolute;margin-left:154.45pt;margin-top:0;width:37.7pt;height:21.85pt;z-index:251670528;mso-height-percent:200;mso-position-horizontal-relative:text;mso-position-vertical:top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1A4497">
                        <w:pPr>
                          <w:rPr>
                            <w:b/>
                            <w:color w:val="006600"/>
                          </w:rPr>
                        </w:pPr>
                        <w:r w:rsidRPr="001A4497">
                          <w:rPr>
                            <w:b/>
                            <w:color w:val="006600"/>
                          </w:rPr>
                          <w:t>2(</w:t>
                        </w:r>
                        <w:r>
                          <w:rPr>
                            <w:b/>
                            <w:color w:val="006600"/>
                          </w:rPr>
                          <w:t>f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y="margin"/>
                </v:shape>
              </w:pict>
            </w:r>
            <w:r w:rsidR="00CD3BD9">
              <w:rPr>
                <w:noProof/>
              </w:rPr>
              <w:drawing>
                <wp:inline distT="0" distB="0" distL="0" distR="0">
                  <wp:extent cx="5486400" cy="307731"/>
                  <wp:effectExtent l="57150" t="38100" r="38100" b="16119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30773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3BD9" w:rsidTr="001A4497">
        <w:tc>
          <w:tcPr>
            <w:tcW w:w="648" w:type="dxa"/>
          </w:tcPr>
          <w:p w:rsidR="00CD3BD9" w:rsidRDefault="00CD3BD9" w:rsidP="00B263ED">
            <w:pPr>
              <w:jc w:val="right"/>
              <w:rPr>
                <w:b/>
                <w:sz w:val="28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CD3BD9" w:rsidRPr="007C05D1" w:rsidRDefault="007C05D1" w:rsidP="007C05D1">
            <w:pPr>
              <w:jc w:val="right"/>
              <w:rPr>
                <w:b/>
              </w:rPr>
            </w:pPr>
            <w:r w:rsidRPr="007C05D1">
              <w:rPr>
                <w:b/>
              </w:rPr>
              <w:t>One row</w:t>
            </w:r>
          </w:p>
        </w:tc>
        <w:tc>
          <w:tcPr>
            <w:tcW w:w="5418" w:type="dxa"/>
            <w:shd w:val="clear" w:color="auto" w:fill="D9D9D9" w:themeFill="background1" w:themeFillShade="D9"/>
          </w:tcPr>
          <w:p w:rsidR="00CD3BD9" w:rsidRPr="007C05D1" w:rsidRDefault="007C05D1" w:rsidP="00B263ED">
            <w:pPr>
              <w:rPr>
                <w:b/>
                <w:noProof/>
              </w:rPr>
            </w:pPr>
            <w:r w:rsidRPr="007C05D1">
              <w:rPr>
                <w:b/>
                <w:noProof/>
              </w:rPr>
              <w:t>Three columns</w:t>
            </w:r>
          </w:p>
        </w:tc>
      </w:tr>
      <w:tr w:rsidR="007C05D1" w:rsidTr="001A4497">
        <w:tc>
          <w:tcPr>
            <w:tcW w:w="648" w:type="dxa"/>
          </w:tcPr>
          <w:p w:rsidR="007C05D1" w:rsidRDefault="007C05D1" w:rsidP="00B263ED">
            <w:pPr>
              <w:jc w:val="right"/>
              <w:rPr>
                <w:b/>
                <w:sz w:val="28"/>
              </w:rPr>
            </w:pPr>
          </w:p>
        </w:tc>
        <w:tc>
          <w:tcPr>
            <w:tcW w:w="3510" w:type="dxa"/>
          </w:tcPr>
          <w:p w:rsidR="007C05D1" w:rsidRPr="0023275B" w:rsidRDefault="007C05D1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noProof/>
                <w:sz w:val="22"/>
              </w:rPr>
              <w:drawing>
                <wp:inline distT="0" distB="0" distL="0" distR="0">
                  <wp:extent cx="342900" cy="210820"/>
                  <wp:effectExtent l="1905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05D1" w:rsidRPr="0023275B" w:rsidRDefault="007C05D1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noProof/>
                <w:sz w:val="22"/>
              </w:rPr>
              <w:drawing>
                <wp:inline distT="0" distB="0" distL="0" distR="0">
                  <wp:extent cx="413385" cy="598170"/>
                  <wp:effectExtent l="19050" t="0" r="571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8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05D1" w:rsidRPr="0023275B" w:rsidRDefault="007C05D1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noProof/>
                <w:sz w:val="22"/>
              </w:rPr>
              <w:drawing>
                <wp:inline distT="0" distB="0" distL="0" distR="0">
                  <wp:extent cx="571500" cy="386715"/>
                  <wp:effectExtent l="1905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497" w:rsidRPr="0023275B" w:rsidRDefault="001A4497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sz w:val="22"/>
              </w:rPr>
              <w:t>Remove the lines, if desired, from the table</w:t>
            </w:r>
          </w:p>
          <w:p w:rsidR="001A4497" w:rsidRPr="0023275B" w:rsidRDefault="001A4497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sz w:val="22"/>
              </w:rPr>
              <w:t>Type desired information in first cell</w:t>
            </w:r>
          </w:p>
          <w:p w:rsidR="001A4497" w:rsidRPr="0023275B" w:rsidRDefault="001A4497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sz w:val="22"/>
              </w:rPr>
              <w:t>Type your name in second cell</w:t>
            </w:r>
          </w:p>
          <w:p w:rsidR="001A4497" w:rsidRPr="0023275B" w:rsidRDefault="001A4497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sz w:val="22"/>
              </w:rPr>
              <w:t>Type the word “Date:” in third cell</w:t>
            </w:r>
          </w:p>
          <w:p w:rsidR="001A4497" w:rsidRDefault="001A4497" w:rsidP="007C05D1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 w:rsidRPr="0023275B">
              <w:rPr>
                <w:sz w:val="22"/>
              </w:rPr>
              <w:t xml:space="preserve">If desired, create a </w:t>
            </w:r>
            <w:r w:rsidRPr="0023275B">
              <w:rPr>
                <w:i/>
                <w:sz w:val="22"/>
              </w:rPr>
              <w:t>date picker</w:t>
            </w:r>
            <w:r w:rsidRPr="0023275B">
              <w:rPr>
                <w:sz w:val="22"/>
              </w:rPr>
              <w:t xml:space="preserve"> field</w:t>
            </w:r>
          </w:p>
          <w:p w:rsidR="0023275B" w:rsidRDefault="0023275B" w:rsidP="0023275B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>
              <w:rPr>
                <w:sz w:val="22"/>
              </w:rPr>
              <w:t>If desired, date may be underlined, bolded, . . .</w:t>
            </w:r>
          </w:p>
          <w:p w:rsidR="001C4DD6" w:rsidRPr="0023275B" w:rsidRDefault="001C4DD6" w:rsidP="001C2614">
            <w:pPr>
              <w:pStyle w:val="ListParagraph"/>
              <w:numPr>
                <w:ilvl w:val="0"/>
                <w:numId w:val="3"/>
              </w:numPr>
              <w:spacing w:after="80"/>
              <w:contextualSpacing w:val="0"/>
              <w:rPr>
                <w:sz w:val="22"/>
              </w:rPr>
            </w:pPr>
            <w:r>
              <w:rPr>
                <w:sz w:val="22"/>
              </w:rPr>
              <w:t xml:space="preserve">Click below the table and depress Enter to </w:t>
            </w:r>
            <w:r w:rsidR="001C2614">
              <w:rPr>
                <w:sz w:val="22"/>
              </w:rPr>
              <w:t xml:space="preserve">begin </w:t>
            </w:r>
            <w:r>
              <w:rPr>
                <w:sz w:val="22"/>
              </w:rPr>
              <w:t>next section</w:t>
            </w:r>
          </w:p>
        </w:tc>
        <w:tc>
          <w:tcPr>
            <w:tcW w:w="5418" w:type="dxa"/>
          </w:tcPr>
          <w:p w:rsidR="00E9028C" w:rsidRPr="0023275B" w:rsidRDefault="00E9028C" w:rsidP="00E9028C">
            <w:pPr>
              <w:spacing w:before="480"/>
              <w:rPr>
                <w:noProof/>
                <w:sz w:val="22"/>
              </w:rPr>
            </w:pPr>
          </w:p>
          <w:p w:rsidR="007C05D1" w:rsidRPr="0023275B" w:rsidRDefault="00E9028C" w:rsidP="00E9028C">
            <w:pPr>
              <w:spacing w:before="480"/>
              <w:rPr>
                <w:noProof/>
                <w:sz w:val="22"/>
              </w:rPr>
            </w:pPr>
            <w:r w:rsidRPr="0023275B">
              <w:rPr>
                <w:noProof/>
                <w:sz w:val="22"/>
              </w:rPr>
              <w:drawing>
                <wp:inline distT="0" distB="0" distL="0" distR="0">
                  <wp:extent cx="3239966" cy="325315"/>
                  <wp:effectExtent l="19050" t="0" r="0" b="0"/>
                  <wp:docPr id="5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7858" cy="334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497" w:rsidRPr="0023275B" w:rsidRDefault="001A4497" w:rsidP="001A4497">
            <w:pPr>
              <w:tabs>
                <w:tab w:val="left" w:pos="432"/>
              </w:tabs>
              <w:spacing w:before="300"/>
              <w:rPr>
                <w:noProof/>
                <w:sz w:val="22"/>
              </w:rPr>
            </w:pPr>
            <w:r w:rsidRPr="0023275B">
              <w:rPr>
                <w:noProof/>
                <w:sz w:val="2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2425065</wp:posOffset>
                  </wp:positionH>
                  <wp:positionV relativeFrom="paragraph">
                    <wp:posOffset>578485</wp:posOffset>
                  </wp:positionV>
                  <wp:extent cx="837565" cy="553720"/>
                  <wp:effectExtent l="19050" t="0" r="635" b="0"/>
                  <wp:wrapSquare wrapText="bothSides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55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3275B">
              <w:rPr>
                <w:noProof/>
                <w:sz w:val="22"/>
              </w:rPr>
              <w:t>d1.</w:t>
            </w:r>
            <w:r w:rsidRPr="0023275B">
              <w:rPr>
                <w:noProof/>
                <w:sz w:val="22"/>
              </w:rPr>
              <w:tab/>
              <w:t>Place cursor over the table</w:t>
            </w:r>
          </w:p>
          <w:p w:rsidR="001A4497" w:rsidRPr="0023275B" w:rsidRDefault="001A4497" w:rsidP="001A4497">
            <w:pPr>
              <w:tabs>
                <w:tab w:val="left" w:pos="432"/>
              </w:tabs>
              <w:rPr>
                <w:noProof/>
                <w:sz w:val="22"/>
              </w:rPr>
            </w:pPr>
            <w:r w:rsidRPr="0023275B">
              <w:rPr>
                <w:noProof/>
                <w:sz w:val="22"/>
              </w:rPr>
              <w:t>d2.</w:t>
            </w:r>
            <w:r w:rsidRPr="0023275B">
              <w:rPr>
                <w:noProof/>
                <w:sz w:val="22"/>
              </w:rPr>
              <w:tab/>
              <w:t>Click the diamond shape in upper left</w:t>
            </w:r>
          </w:p>
          <w:p w:rsidR="001A4497" w:rsidRPr="0023275B" w:rsidRDefault="00D517D5" w:rsidP="001A4497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>
              <w:rPr>
                <w:noProof/>
                <w:sz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4" type="#_x0000_t32" style="position:absolute;left:0;text-align:left;margin-left:159.7pt;margin-top:8.2pt;width:28.4pt;height:0;z-index:251667456" o:connectortype="straight" strokecolor="#c00000" strokeweight="2.25pt">
                  <v:stroke endarrow="block"/>
                </v:shape>
              </w:pict>
            </w:r>
            <w:r w:rsidR="001A4497" w:rsidRPr="0023275B">
              <w:rPr>
                <w:noProof/>
                <w:sz w:val="22"/>
              </w:rPr>
              <w:t>d3.</w:t>
            </w:r>
            <w:r w:rsidR="001A4497" w:rsidRPr="0023275B">
              <w:rPr>
                <w:noProof/>
                <w:sz w:val="22"/>
              </w:rPr>
              <w:tab/>
              <w:t xml:space="preserve">Click on Borders underTable Tools/Design </w:t>
            </w:r>
          </w:p>
          <w:p w:rsidR="001A4497" w:rsidRPr="0023275B" w:rsidRDefault="001A4497" w:rsidP="001A4497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 w:rsidRPr="0023275B">
              <w:rPr>
                <w:noProof/>
                <w:sz w:val="22"/>
              </w:rPr>
              <w:t>d4.</w:t>
            </w:r>
            <w:r w:rsidRPr="0023275B">
              <w:rPr>
                <w:noProof/>
                <w:sz w:val="22"/>
              </w:rPr>
              <w:tab/>
              <w:t xml:space="preserve">Select No Borders </w:t>
            </w:r>
            <w:r w:rsidRPr="0023275B">
              <w:rPr>
                <w:noProof/>
                <w:sz w:val="22"/>
              </w:rPr>
              <w:drawing>
                <wp:inline distT="0" distB="0" distL="0" distR="0">
                  <wp:extent cx="791210" cy="219710"/>
                  <wp:effectExtent l="19050" t="0" r="889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219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497" w:rsidRPr="0023275B" w:rsidRDefault="00D517D5" w:rsidP="001A4497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>
              <w:rPr>
                <w:noProof/>
                <w:sz w:val="22"/>
              </w:rPr>
              <w:pict>
                <v:shape id="_x0000_s2058" type="#_x0000_t32" style="position:absolute;left:0;text-align:left;margin-left:-5.05pt;margin-top:6.3pt;width:270pt;height:.7pt;flip:y;z-index:251672576" o:connectortype="straight" strokeweight="1.5pt">
                  <v:stroke dashstyle="1 1" endcap="round"/>
                </v:shape>
              </w:pict>
            </w:r>
          </w:p>
          <w:p w:rsidR="001A4497" w:rsidRDefault="001A4497" w:rsidP="0023275B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 w:rsidRPr="0023275B">
              <w:rPr>
                <w:noProof/>
                <w:sz w:val="22"/>
              </w:rPr>
              <w:t>h1.</w:t>
            </w:r>
            <w:r w:rsidRPr="0023275B">
              <w:rPr>
                <w:noProof/>
                <w:sz w:val="22"/>
              </w:rPr>
              <w:tab/>
              <w:t>Developer tab</w:t>
            </w:r>
            <w:r w:rsidR="0023275B" w:rsidRPr="0023275B">
              <w:rPr>
                <w:noProof/>
                <w:sz w:val="22"/>
              </w:rPr>
              <w:tab/>
            </w:r>
            <w:r w:rsidRPr="0023275B">
              <w:rPr>
                <w:noProof/>
                <w:sz w:val="22"/>
              </w:rPr>
              <w:t>h2.</w:t>
            </w:r>
            <w:r w:rsidR="0023275B" w:rsidRPr="0023275B">
              <w:rPr>
                <w:noProof/>
                <w:sz w:val="22"/>
              </w:rPr>
              <w:t xml:space="preserve">   </w:t>
            </w:r>
            <w:r w:rsidRPr="0023275B">
              <w:rPr>
                <w:noProof/>
                <w:sz w:val="22"/>
              </w:rPr>
              <w:drawing>
                <wp:inline distT="0" distB="0" distL="0" distR="0">
                  <wp:extent cx="1266092" cy="758482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9" cy="759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75B" w:rsidRDefault="00D517D5" w:rsidP="0023275B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 w:rsidRPr="00D517D5">
              <w:rPr>
                <w:noProof/>
              </w:rPr>
              <w:pict>
                <v:shape id="_x0000_s2059" type="#_x0000_t32" style="position:absolute;left:0;text-align:left;margin-left:-5.05pt;margin-top:7.25pt;width:270pt;height:.7pt;flip:y;z-index:251673600" o:connectortype="straight" strokeweight="1.5pt">
                  <v:stroke dashstyle="1 1" endcap="round"/>
                </v:shape>
              </w:pict>
            </w:r>
          </w:p>
          <w:p w:rsidR="0023275B" w:rsidRDefault="0023275B" w:rsidP="0023275B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i1.</w:t>
            </w:r>
            <w:r>
              <w:rPr>
                <w:noProof/>
                <w:sz w:val="22"/>
              </w:rPr>
              <w:tab/>
              <w:t>Click the date field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1651489" cy="186053"/>
                  <wp:effectExtent l="19050" t="0" r="5861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169" cy="1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75B" w:rsidRPr="0023275B" w:rsidRDefault="0023275B" w:rsidP="0023275B">
            <w:pPr>
              <w:tabs>
                <w:tab w:val="left" w:pos="432"/>
              </w:tabs>
              <w:ind w:left="432" w:hanging="432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i2.</w:t>
            </w:r>
            <w:r w:rsidR="001C4DD6">
              <w:rPr>
                <w:noProof/>
                <w:sz w:val="22"/>
              </w:rPr>
              <w:tab/>
              <w:t xml:space="preserve">Click Home and select desired formatting </w:t>
            </w:r>
            <w:r w:rsidR="001C4DD6">
              <w:rPr>
                <w:noProof/>
                <w:sz w:val="22"/>
              </w:rPr>
              <w:drawing>
                <wp:inline distT="0" distB="0" distL="0" distR="0">
                  <wp:extent cx="426912" cy="157830"/>
                  <wp:effectExtent l="1905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738" cy="158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4DD6" w:rsidRDefault="001C4DD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35"/>
        <w:gridCol w:w="4608"/>
      </w:tblGrid>
      <w:tr w:rsidR="00E10A0D" w:rsidTr="008C0402">
        <w:trPr>
          <w:trHeight w:val="20"/>
        </w:trPr>
        <w:tc>
          <w:tcPr>
            <w:tcW w:w="433" w:type="dxa"/>
            <w:vMerge w:val="restart"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</w:p>
        </w:tc>
        <w:tc>
          <w:tcPr>
            <w:tcW w:w="9143" w:type="dxa"/>
            <w:gridSpan w:val="2"/>
          </w:tcPr>
          <w:p w:rsidR="00E10A0D" w:rsidRPr="0023275B" w:rsidRDefault="00E10A0D" w:rsidP="001C2614">
            <w:pPr>
              <w:rPr>
                <w:noProof/>
                <w:sz w:val="22"/>
              </w:rPr>
            </w:pPr>
            <w:r>
              <w:t>Determine how many rows/cells the next line or section (group of lines) contains and type desired information in the cells</w:t>
            </w:r>
          </w:p>
        </w:tc>
      </w:tr>
      <w:tr w:rsidR="00E10A0D" w:rsidTr="008C0402">
        <w:trPr>
          <w:trHeight w:val="738"/>
        </w:trPr>
        <w:tc>
          <w:tcPr>
            <w:tcW w:w="433" w:type="dxa"/>
            <w:vMerge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</w:p>
        </w:tc>
        <w:tc>
          <w:tcPr>
            <w:tcW w:w="9143" w:type="dxa"/>
            <w:gridSpan w:val="2"/>
            <w:shd w:val="clear" w:color="auto" w:fill="D9D9D9" w:themeFill="background1" w:themeFillShade="D9"/>
          </w:tcPr>
          <w:p w:rsidR="00E10A0D" w:rsidRPr="0023275B" w:rsidRDefault="00E10A0D" w:rsidP="008C0402">
            <w:pPr>
              <w:spacing w:before="120"/>
              <w:rPr>
                <w:noProof/>
                <w:sz w:val="22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5530215" cy="237490"/>
                  <wp:effectExtent l="57150" t="38100" r="32385" b="10160"/>
                  <wp:docPr id="12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215" cy="2374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A0D" w:rsidTr="008C0402">
        <w:trPr>
          <w:trHeight w:val="20"/>
        </w:trPr>
        <w:tc>
          <w:tcPr>
            <w:tcW w:w="433" w:type="dxa"/>
            <w:vMerge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E10A0D" w:rsidRPr="007C05D1" w:rsidRDefault="00E10A0D" w:rsidP="00E10A0D">
            <w:pPr>
              <w:jc w:val="right"/>
              <w:rPr>
                <w:b/>
              </w:rPr>
            </w:pPr>
            <w:r w:rsidRPr="007C05D1">
              <w:rPr>
                <w:b/>
              </w:rPr>
              <w:t>One row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E10A0D" w:rsidRPr="007C05D1" w:rsidRDefault="00E10A0D" w:rsidP="00E10A0D">
            <w:pPr>
              <w:rPr>
                <w:b/>
                <w:noProof/>
              </w:rPr>
            </w:pPr>
            <w:r>
              <w:rPr>
                <w:b/>
                <w:noProof/>
              </w:rPr>
              <w:t>Two</w:t>
            </w:r>
            <w:r w:rsidRPr="007C05D1">
              <w:rPr>
                <w:b/>
                <w:noProof/>
              </w:rPr>
              <w:t xml:space="preserve"> columns</w:t>
            </w:r>
          </w:p>
        </w:tc>
      </w:tr>
      <w:tr w:rsidR="00E10A0D" w:rsidTr="00E10A0D">
        <w:trPr>
          <w:trHeight w:val="20"/>
        </w:trPr>
        <w:tc>
          <w:tcPr>
            <w:tcW w:w="433" w:type="dxa"/>
            <w:vMerge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</w:p>
        </w:tc>
        <w:tc>
          <w:tcPr>
            <w:tcW w:w="9143" w:type="dxa"/>
            <w:gridSpan w:val="2"/>
          </w:tcPr>
          <w:p w:rsidR="00E10A0D" w:rsidRPr="0023275B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Follow Steps 2(a) through 2(e) above to create the row and columns</w:t>
            </w:r>
          </w:p>
        </w:tc>
      </w:tr>
      <w:tr w:rsidR="00E10A0D" w:rsidTr="008C0402">
        <w:trPr>
          <w:trHeight w:val="20"/>
        </w:trPr>
        <w:tc>
          <w:tcPr>
            <w:tcW w:w="433" w:type="dxa"/>
            <w:vMerge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</w:p>
        </w:tc>
        <w:tc>
          <w:tcPr>
            <w:tcW w:w="4535" w:type="dxa"/>
          </w:tcPr>
          <w:p w:rsidR="00E10A0D" w:rsidRDefault="00E10A0D" w:rsidP="008C0402">
            <w:pPr>
              <w:pStyle w:val="ListParagraph"/>
              <w:numPr>
                <w:ilvl w:val="0"/>
                <w:numId w:val="4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Type “Lesson Name:” in column 1</w:t>
            </w:r>
          </w:p>
          <w:p w:rsidR="00E10A0D" w:rsidRDefault="00E10A0D" w:rsidP="008C0402">
            <w:pPr>
              <w:pStyle w:val="ListParagraph"/>
              <w:numPr>
                <w:ilvl w:val="0"/>
                <w:numId w:val="4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Resize column 1</w:t>
            </w:r>
          </w:p>
          <w:p w:rsidR="00E10A0D" w:rsidRDefault="00E10A0D" w:rsidP="00291630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Place cursor on dotted line between the two columns</w:t>
            </w:r>
          </w:p>
          <w:p w:rsidR="00E10A0D" w:rsidRDefault="00E10A0D" w:rsidP="00291630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Hold down left mouse and resize</w:t>
            </w:r>
          </w:p>
          <w:p w:rsidR="00E10A0D" w:rsidRDefault="00E10A0D" w:rsidP="00291630">
            <w:pPr>
              <w:pStyle w:val="ListParagraph"/>
              <w:numPr>
                <w:ilvl w:val="0"/>
                <w:numId w:val="4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Place a text field in column 2</w:t>
            </w:r>
          </w:p>
          <w:p w:rsidR="00E10A0D" w:rsidRDefault="00E10A0D" w:rsidP="00CE021F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 xml:space="preserve">Use the </w:t>
            </w:r>
            <w:r>
              <w:rPr>
                <w:b/>
                <w:noProof/>
                <w:sz w:val="22"/>
              </w:rPr>
              <w:t>legacy forms tools</w:t>
            </w:r>
            <w:r>
              <w:rPr>
                <w:noProof/>
                <w:sz w:val="22"/>
              </w:rPr>
              <w:t xml:space="preserve"> and not the ActiveX Controls</w:t>
            </w:r>
          </w:p>
          <w:p w:rsidR="00E10A0D" w:rsidRDefault="00E10A0D" w:rsidP="00CE021F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Developer tab</w:t>
            </w:r>
          </w:p>
          <w:p w:rsidR="00E10A0D" w:rsidRDefault="00E10A0D" w:rsidP="00CE021F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b/>
                <w:noProof/>
                <w:sz w:val="22"/>
              </w:rPr>
              <w:t>ab</w:t>
            </w:r>
            <w:r>
              <w:rPr>
                <w:noProof/>
                <w:sz w:val="22"/>
              </w:rPr>
              <w:t xml:space="preserve"> for text form field</w:t>
            </w:r>
          </w:p>
          <w:p w:rsidR="00E10A0D" w:rsidRDefault="00E10A0D" w:rsidP="00CE021F">
            <w:pPr>
              <w:pStyle w:val="ListParagraph"/>
              <w:numPr>
                <w:ilvl w:val="0"/>
                <w:numId w:val="4"/>
              </w:numPr>
              <w:rPr>
                <w:noProof/>
                <w:sz w:val="22"/>
              </w:rPr>
            </w:pPr>
            <w:r w:rsidRPr="00CE021F">
              <w:rPr>
                <w:noProof/>
                <w:sz w:val="22"/>
              </w:rPr>
              <w:t>If de</w:t>
            </w:r>
            <w:r>
              <w:rPr>
                <w:noProof/>
                <w:sz w:val="22"/>
              </w:rPr>
              <w:t>sired, format the form field by clicking in the field (becomes dark gray) and apply desired formatting</w:t>
            </w:r>
          </w:p>
          <w:p w:rsidR="00E10A0D" w:rsidRPr="00CE021F" w:rsidRDefault="00E10A0D" w:rsidP="00CE021F">
            <w:pPr>
              <w:pStyle w:val="ListParagraph"/>
              <w:numPr>
                <w:ilvl w:val="0"/>
                <w:numId w:val="4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With cursor in the last/right column, depress the TAB key and a new row is added</w:t>
            </w:r>
          </w:p>
        </w:tc>
        <w:tc>
          <w:tcPr>
            <w:tcW w:w="4608" w:type="dxa"/>
          </w:tcPr>
          <w:p w:rsidR="00E10A0D" w:rsidRDefault="00E10A0D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183515</wp:posOffset>
                  </wp:positionV>
                  <wp:extent cx="225425" cy="236855"/>
                  <wp:effectExtent l="19050" t="0" r="3175" b="0"/>
                  <wp:wrapNone/>
                  <wp:docPr id="14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36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98170" cy="334010"/>
                  <wp:effectExtent l="19050" t="0" r="0" b="0"/>
                  <wp:docPr id="15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0D" w:rsidRDefault="00E10A0D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808990" cy="712470"/>
                  <wp:effectExtent l="1905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ab/>
            </w:r>
            <w:r>
              <w:rPr>
                <w:noProof/>
                <w:sz w:val="22"/>
              </w:rPr>
              <w:drawing>
                <wp:inline distT="0" distB="0" distL="0" distR="0">
                  <wp:extent cx="1063625" cy="694690"/>
                  <wp:effectExtent l="19050" t="0" r="3175" b="0"/>
                  <wp:docPr id="17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625" cy="69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0D" w:rsidRDefault="00E10A0D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71500" cy="369570"/>
                  <wp:effectExtent l="19050" t="0" r="0" b="0"/>
                  <wp:docPr id="1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0D" w:rsidRPr="0023275B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2066290" cy="553720"/>
                  <wp:effectExtent l="1905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55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0A0D" w:rsidRDefault="00E10A0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35"/>
        <w:gridCol w:w="4608"/>
      </w:tblGrid>
      <w:tr w:rsidR="00E10A0D" w:rsidTr="00E10A0D">
        <w:trPr>
          <w:trHeight w:val="20"/>
        </w:trPr>
        <w:tc>
          <w:tcPr>
            <w:tcW w:w="433" w:type="dxa"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535" w:type="dxa"/>
          </w:tcPr>
          <w:p w:rsidR="00E10A0D" w:rsidRPr="00E10A0D" w:rsidRDefault="00E10A0D" w:rsidP="00E10A0D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Adding a drop-down list</w:t>
            </w:r>
          </w:p>
        </w:tc>
        <w:tc>
          <w:tcPr>
            <w:tcW w:w="4608" w:type="dxa"/>
          </w:tcPr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Refer to page 1 and notice the lesson level row is a drop-down whereby one choice can be selected</w:t>
            </w:r>
          </w:p>
        </w:tc>
      </w:tr>
      <w:tr w:rsidR="00E10A0D" w:rsidTr="00E10A0D">
        <w:trPr>
          <w:trHeight w:val="20"/>
        </w:trPr>
        <w:tc>
          <w:tcPr>
            <w:tcW w:w="433" w:type="dxa"/>
          </w:tcPr>
          <w:p w:rsidR="00E10A0D" w:rsidRDefault="00E10A0D" w:rsidP="001C2614">
            <w:pPr>
              <w:jc w:val="right"/>
              <w:rPr>
                <w:b/>
                <w:sz w:val="28"/>
              </w:rPr>
            </w:pPr>
          </w:p>
        </w:tc>
        <w:tc>
          <w:tcPr>
            <w:tcW w:w="4535" w:type="dxa"/>
          </w:tcPr>
          <w:p w:rsidR="00E10A0D" w:rsidRPr="00E10A0D" w:rsidRDefault="00E10A0D" w:rsidP="00E10A0D">
            <w:pPr>
              <w:pStyle w:val="ListParagraph"/>
              <w:numPr>
                <w:ilvl w:val="0"/>
                <w:numId w:val="5"/>
              </w:numPr>
              <w:rPr>
                <w:b/>
                <w:noProof/>
                <w:sz w:val="22"/>
              </w:rPr>
            </w:pPr>
            <w:r>
              <w:rPr>
                <w:noProof/>
                <w:sz w:val="22"/>
              </w:rPr>
              <w:t xml:space="preserve">In the new row under </w:t>
            </w:r>
            <w:r w:rsidRPr="00E10A0D">
              <w:rPr>
                <w:b/>
                <w:noProof/>
                <w:sz w:val="22"/>
              </w:rPr>
              <w:t>Lesson Name:</w:t>
            </w:r>
            <w:r>
              <w:rPr>
                <w:noProof/>
                <w:sz w:val="22"/>
              </w:rPr>
              <w:t xml:space="preserve"> type </w:t>
            </w:r>
            <w:r w:rsidRPr="00E10A0D">
              <w:rPr>
                <w:b/>
                <w:noProof/>
                <w:sz w:val="22"/>
              </w:rPr>
              <w:t>Lesson Level:</w:t>
            </w:r>
          </w:p>
          <w:p w:rsidR="00E10A0D" w:rsidRDefault="00E10A0D" w:rsidP="00E10A0D">
            <w:pPr>
              <w:pStyle w:val="ListParagraph"/>
              <w:numPr>
                <w:ilvl w:val="0"/>
                <w:numId w:val="5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Either click in the 2</w:t>
            </w:r>
            <w:r w:rsidRPr="00E10A0D">
              <w:rPr>
                <w:noProof/>
                <w:sz w:val="22"/>
                <w:vertAlign w:val="superscript"/>
              </w:rPr>
              <w:t>nd</w:t>
            </w:r>
            <w:r>
              <w:rPr>
                <w:noProof/>
                <w:sz w:val="22"/>
              </w:rPr>
              <w:t xml:space="preserve"> column or depress the TAB key</w:t>
            </w:r>
          </w:p>
          <w:p w:rsidR="00E10A0D" w:rsidRDefault="00E10A0D" w:rsidP="00E10A0D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Developer tab</w:t>
            </w:r>
          </w:p>
          <w:p w:rsidR="00E10A0D" w:rsidRDefault="00E10A0D" w:rsidP="00E10A0D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the 3</w:t>
            </w:r>
            <w:r w:rsidRPr="00E10A0D">
              <w:rPr>
                <w:noProof/>
                <w:sz w:val="22"/>
                <w:vertAlign w:val="superscript"/>
              </w:rPr>
              <w:t>rd</w:t>
            </w:r>
            <w:r>
              <w:rPr>
                <w:noProof/>
                <w:sz w:val="22"/>
              </w:rPr>
              <w:t xml:space="preserve"> icon “Drop-down form field”</w:t>
            </w:r>
          </w:p>
          <w:p w:rsidR="00E10A0D" w:rsidRDefault="00E10A0D" w:rsidP="00E10A0D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back on the newly created form field and right mouse click</w:t>
            </w:r>
          </w:p>
          <w:p w:rsidR="00E10A0D" w:rsidRDefault="00E10A0D" w:rsidP="00E10A0D">
            <w:pPr>
              <w:pStyle w:val="ListParagraph"/>
              <w:numPr>
                <w:ilvl w:val="1"/>
                <w:numId w:val="4"/>
              </w:numPr>
              <w:ind w:left="109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Select Properties</w:t>
            </w:r>
          </w:p>
          <w:p w:rsidR="00515E0A" w:rsidRDefault="00515E0A" w:rsidP="00515E0A">
            <w:pPr>
              <w:pStyle w:val="ListParagraph"/>
              <w:numPr>
                <w:ilvl w:val="2"/>
                <w:numId w:val="4"/>
              </w:numPr>
              <w:ind w:left="136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Type the first item (if there is not a default, then depress space bar about 10  times to create a blank row)</w:t>
            </w:r>
          </w:p>
          <w:p w:rsidR="00515E0A" w:rsidRDefault="00515E0A" w:rsidP="00515E0A">
            <w:pPr>
              <w:pStyle w:val="ListParagraph"/>
              <w:numPr>
                <w:ilvl w:val="2"/>
                <w:numId w:val="4"/>
              </w:numPr>
              <w:ind w:left="136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Add (continue for all)</w:t>
            </w:r>
          </w:p>
          <w:p w:rsidR="00515E0A" w:rsidRPr="00515E0A" w:rsidRDefault="00515E0A" w:rsidP="00515E0A">
            <w:pPr>
              <w:pStyle w:val="ListParagraph"/>
              <w:numPr>
                <w:ilvl w:val="2"/>
                <w:numId w:val="4"/>
              </w:numPr>
              <w:ind w:left="1367" w:hanging="27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OK when finished</w:t>
            </w:r>
          </w:p>
        </w:tc>
        <w:tc>
          <w:tcPr>
            <w:tcW w:w="4608" w:type="dxa"/>
          </w:tcPr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2787015" cy="307975"/>
                  <wp:effectExtent l="1905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30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0D" w:rsidRDefault="00E10A0D" w:rsidP="001C2614">
            <w:pPr>
              <w:rPr>
                <w:noProof/>
                <w:sz w:val="22"/>
              </w:rPr>
            </w:pPr>
            <w:r w:rsidRPr="00E10A0D">
              <w:rPr>
                <w:noProof/>
                <w:sz w:val="22"/>
              </w:rPr>
              <w:drawing>
                <wp:inline distT="0" distB="0" distL="0" distR="0">
                  <wp:extent cx="808990" cy="712470"/>
                  <wp:effectExtent l="19050" t="0" r="0" b="0"/>
                  <wp:docPr id="20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 xml:space="preserve"> 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1749425" cy="773430"/>
                  <wp:effectExtent l="19050" t="0" r="3175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0D" w:rsidRDefault="00E10A0D" w:rsidP="001C2614">
            <w:pPr>
              <w:rPr>
                <w:noProof/>
                <w:sz w:val="22"/>
              </w:rPr>
            </w:pPr>
          </w:p>
          <w:p w:rsidR="00515E0A" w:rsidRDefault="00515E0A" w:rsidP="001C2614">
            <w:pPr>
              <w:rPr>
                <w:noProof/>
                <w:sz w:val="22"/>
              </w:rPr>
            </w:pPr>
          </w:p>
          <w:p w:rsidR="00E10A0D" w:rsidRDefault="00E10A0D" w:rsidP="001C2614">
            <w:pPr>
              <w:rPr>
                <w:noProof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19048" cy="257143"/>
                  <wp:effectExtent l="19050" t="0" r="102" b="0"/>
                  <wp:docPr id="2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048" cy="2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15E0A">
              <w:rPr>
                <w:noProof/>
                <w:sz w:val="22"/>
              </w:rPr>
              <w:t xml:space="preserve">  </w:t>
            </w:r>
            <w:r w:rsidR="00515E0A">
              <w:rPr>
                <w:noProof/>
                <w:sz w:val="22"/>
              </w:rPr>
              <w:drawing>
                <wp:inline distT="0" distB="0" distL="0" distR="0">
                  <wp:extent cx="2602230" cy="1134110"/>
                  <wp:effectExtent l="19050" t="0" r="7620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230" cy="113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5E0A" w:rsidRDefault="00515E0A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35"/>
        <w:gridCol w:w="4608"/>
      </w:tblGrid>
      <w:tr w:rsidR="00515E0A" w:rsidTr="00E10A0D">
        <w:trPr>
          <w:trHeight w:val="20"/>
        </w:trPr>
        <w:tc>
          <w:tcPr>
            <w:tcW w:w="433" w:type="dxa"/>
          </w:tcPr>
          <w:p w:rsidR="00515E0A" w:rsidRDefault="00515E0A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5.</w:t>
            </w:r>
          </w:p>
        </w:tc>
        <w:tc>
          <w:tcPr>
            <w:tcW w:w="4535" w:type="dxa"/>
          </w:tcPr>
          <w:p w:rsidR="00515E0A" w:rsidRDefault="00515E0A" w:rsidP="00515E0A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Split rows in table—if desired, rows can be split in tables so space appears between the groups or sections.</w:t>
            </w:r>
          </w:p>
          <w:p w:rsidR="00BF7781" w:rsidRDefault="00D517D5" w:rsidP="00BF7781">
            <w:pPr>
              <w:pStyle w:val="ListParagraph"/>
              <w:numPr>
                <w:ilvl w:val="0"/>
                <w:numId w:val="6"/>
              </w:numPr>
              <w:rPr>
                <w:noProof/>
                <w:sz w:val="22"/>
              </w:rPr>
            </w:pPr>
            <w:r>
              <w:rPr>
                <w:noProof/>
                <w:sz w:val="22"/>
              </w:rPr>
              <w:pict>
                <v:shape id="_x0000_s2060" type="#_x0000_t32" style="position:absolute;left:0;text-align:left;margin-left:201.95pt;margin-top:7.4pt;width:34.65pt;height:0;z-index:251678720" o:connectortype="straight" strokecolor="#c00000" strokeweight="3pt">
                  <v:stroke endarrow="block"/>
                </v:shape>
              </w:pict>
            </w:r>
            <w:r w:rsidR="00BF7781">
              <w:rPr>
                <w:noProof/>
                <w:sz w:val="22"/>
              </w:rPr>
              <w:t>Click in row where split should occur</w:t>
            </w:r>
          </w:p>
          <w:p w:rsidR="00BF7781" w:rsidRDefault="00BF7781" w:rsidP="00BF7781">
            <w:pPr>
              <w:pStyle w:val="ListParagraph"/>
              <w:numPr>
                <w:ilvl w:val="0"/>
                <w:numId w:val="6"/>
              </w:numPr>
              <w:spacing w:before="360"/>
              <w:contextualSpacing w:val="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on Table Tools/Layout</w:t>
            </w:r>
          </w:p>
          <w:p w:rsidR="00BF7781" w:rsidRPr="00BF7781" w:rsidRDefault="00BF7781" w:rsidP="00BF7781">
            <w:pPr>
              <w:pStyle w:val="ListParagraph"/>
              <w:numPr>
                <w:ilvl w:val="0"/>
                <w:numId w:val="6"/>
              </w:numPr>
              <w:spacing w:before="560"/>
              <w:contextualSpacing w:val="0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Click Split Table under the Merge group</w:t>
            </w:r>
          </w:p>
        </w:tc>
        <w:tc>
          <w:tcPr>
            <w:tcW w:w="4608" w:type="dxa"/>
          </w:tcPr>
          <w:p w:rsidR="00BF7781" w:rsidRDefault="00BF7781" w:rsidP="001C2614">
            <w:pPr>
              <w:rPr>
                <w:noProof/>
                <w:sz w:val="22"/>
              </w:rPr>
            </w:pPr>
          </w:p>
          <w:p w:rsidR="00515E0A" w:rsidRDefault="00515E0A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1811020" cy="598170"/>
                  <wp:effectExtent l="1905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20" cy="598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1248410" cy="527685"/>
                  <wp:effectExtent l="19050" t="0" r="889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527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781" w:rsidRDefault="00BF7781" w:rsidP="001C2614">
            <w:pPr>
              <w:rPr>
                <w:noProof/>
                <w:sz w:val="22"/>
              </w:rPr>
            </w:pPr>
          </w:p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843915" cy="492125"/>
                  <wp:effectExtent l="1905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915" cy="49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ab/>
            </w:r>
            <w:r>
              <w:rPr>
                <w:noProof/>
                <w:sz w:val="22"/>
              </w:rPr>
              <w:drawing>
                <wp:inline distT="0" distB="0" distL="0" distR="0">
                  <wp:extent cx="1714500" cy="676910"/>
                  <wp:effectExtent l="1905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76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781" w:rsidRDefault="00BF77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71"/>
        <w:gridCol w:w="4572"/>
      </w:tblGrid>
      <w:tr w:rsidR="00BF7781" w:rsidTr="00A4418E">
        <w:trPr>
          <w:trHeight w:val="20"/>
        </w:trPr>
        <w:tc>
          <w:tcPr>
            <w:tcW w:w="433" w:type="dxa"/>
          </w:tcPr>
          <w:p w:rsidR="00BF7781" w:rsidRDefault="00BF7781" w:rsidP="00A4418E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571" w:type="dxa"/>
          </w:tcPr>
          <w:p w:rsidR="00BF7781" w:rsidRPr="00BF7781" w:rsidRDefault="00D517D5" w:rsidP="00BF7781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pict>
                <v:shape id="_x0000_s2065" type="#_x0000_t202" style="position:absolute;margin-left:202.25pt;margin-top:23.5pt;width:37.7pt;height:21.85pt;z-index:251683840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2050EE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6(a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rPr>
                <w:noProof/>
                <w:sz w:val="22"/>
              </w:rPr>
              <w:pict>
                <v:shape id="_x0000_s2061" type="#_x0000_t202" style="position:absolute;margin-left:204.35pt;margin-top:56.65pt;width:37.7pt;height:21.85pt;z-index:251679744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7E77B3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6(c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rPr>
                <w:noProof/>
                <w:sz w:val="22"/>
              </w:rPr>
              <w:pict>
                <v:shape id="_x0000_s2064" type="#_x0000_t202" style="position:absolute;margin-left:204.35pt;margin-top:78.5pt;width:37.7pt;height:21.85pt;z-index:251682816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2050EE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6(d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rPr>
                <w:noProof/>
                <w:sz w:val="22"/>
              </w:rPr>
              <w:pict>
                <v:shape id="_x0000_s2063" type="#_x0000_t202" style="position:absolute;margin-left:204.35pt;margin-top:164.75pt;width:37.7pt;height:21.85pt;z-index:251681792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2050EE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6(e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 w:rsidR="00BF7781">
              <w:rPr>
                <w:noProof/>
                <w:sz w:val="22"/>
              </w:rPr>
              <w:t xml:space="preserve">When finished creating document, protect the document </w:t>
            </w:r>
            <w:r w:rsidR="00BF7781">
              <w:rPr>
                <w:b/>
                <w:noProof/>
                <w:sz w:val="22"/>
                <w:u w:val="single"/>
              </w:rPr>
              <w:t>if</w:t>
            </w:r>
            <w:r w:rsidR="00BF7781">
              <w:rPr>
                <w:noProof/>
                <w:sz w:val="22"/>
              </w:rPr>
              <w:t xml:space="preserve"> fields were added.  This prevents typing in any cells other than those to which fields were added.</w:t>
            </w:r>
          </w:p>
        </w:tc>
        <w:tc>
          <w:tcPr>
            <w:tcW w:w="4572" w:type="dxa"/>
          </w:tcPr>
          <w:p w:rsidR="00BF7781" w:rsidRDefault="00D517D5" w:rsidP="00A4418E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pict>
                <v:shape id="_x0000_s2062" type="#_x0000_t202" style="position:absolute;margin-left:45.1pt;margin-top:.95pt;width:37.7pt;height:21.85pt;z-index:251680768;mso-height-percent:200;mso-position-horizontal-relative:text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2050EE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6(b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y="margin"/>
                </v:shape>
              </w:pict>
            </w:r>
            <w:r w:rsidR="00BF7781">
              <w:rPr>
                <w:noProof/>
                <w:sz w:val="22"/>
              </w:rPr>
              <w:drawing>
                <wp:inline distT="0" distB="0" distL="0" distR="0">
                  <wp:extent cx="641985" cy="237490"/>
                  <wp:effectExtent l="19050" t="0" r="5715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F7781">
              <w:rPr>
                <w:noProof/>
                <w:sz w:val="22"/>
              </w:rPr>
              <w:tab/>
            </w:r>
            <w:r w:rsidR="00BF7781">
              <w:rPr>
                <w:noProof/>
                <w:sz w:val="22"/>
              </w:rPr>
              <w:drawing>
                <wp:inline distT="0" distB="0" distL="0" distR="0">
                  <wp:extent cx="720725" cy="615315"/>
                  <wp:effectExtent l="19050" t="0" r="3175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15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781" w:rsidRDefault="00BF7781" w:rsidP="00BF7781">
            <w:pPr>
              <w:spacing w:before="120"/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2013585" cy="246380"/>
                  <wp:effectExtent l="19050" t="0" r="5715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85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781" w:rsidRDefault="00BF7781" w:rsidP="00BF7781">
            <w:pPr>
              <w:spacing w:before="120"/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1485900" cy="1019810"/>
                  <wp:effectExtent l="1905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19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781" w:rsidRDefault="00BF7781" w:rsidP="00BF7781">
            <w:pPr>
              <w:spacing w:before="120"/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1573530" cy="210820"/>
                  <wp:effectExtent l="19050" t="0" r="7620" b="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5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781" w:rsidRDefault="00BF77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9143"/>
      </w:tblGrid>
      <w:tr w:rsidR="00BF7781" w:rsidTr="00A4418E">
        <w:trPr>
          <w:trHeight w:val="20"/>
        </w:trPr>
        <w:tc>
          <w:tcPr>
            <w:tcW w:w="433" w:type="dxa"/>
          </w:tcPr>
          <w:p w:rsidR="00BF7781" w:rsidRDefault="00BF7781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9143" w:type="dxa"/>
          </w:tcPr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 xml:space="preserve">When finished with document, click Save to save the Word document.  </w:t>
            </w:r>
            <w:r w:rsidRPr="00BF7781">
              <w:rPr>
                <w:b/>
                <w:i/>
                <w:noProof/>
                <w:sz w:val="36"/>
              </w:rPr>
              <w:t>I</w:t>
            </w:r>
            <w:r>
              <w:rPr>
                <w:noProof/>
                <w:sz w:val="22"/>
              </w:rPr>
              <w:t xml:space="preserve"> personally prefer to have the original as a .docx for editing purposes.</w:t>
            </w:r>
          </w:p>
        </w:tc>
      </w:tr>
    </w:tbl>
    <w:p w:rsidR="00BF7781" w:rsidRDefault="00BF77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71"/>
        <w:gridCol w:w="4572"/>
      </w:tblGrid>
      <w:tr w:rsidR="00BF7781" w:rsidTr="00A4418E">
        <w:trPr>
          <w:trHeight w:val="20"/>
        </w:trPr>
        <w:tc>
          <w:tcPr>
            <w:tcW w:w="433" w:type="dxa"/>
          </w:tcPr>
          <w:p w:rsidR="00BF7781" w:rsidRDefault="00BF7781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4571" w:type="dxa"/>
          </w:tcPr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Next click Save As and Save as a template.</w:t>
            </w:r>
          </w:p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Close document</w:t>
            </w:r>
          </w:p>
        </w:tc>
        <w:tc>
          <w:tcPr>
            <w:tcW w:w="4572" w:type="dxa"/>
          </w:tcPr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2039620" cy="641985"/>
                  <wp:effectExtent l="1905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620" cy="64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781" w:rsidRDefault="00BF77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3"/>
        <w:gridCol w:w="4571"/>
        <w:gridCol w:w="4572"/>
      </w:tblGrid>
      <w:tr w:rsidR="00BF7781" w:rsidTr="00A4418E">
        <w:trPr>
          <w:trHeight w:val="20"/>
        </w:trPr>
        <w:tc>
          <w:tcPr>
            <w:tcW w:w="433" w:type="dxa"/>
          </w:tcPr>
          <w:p w:rsidR="00BF7781" w:rsidRDefault="00BF7781" w:rsidP="001C261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4571" w:type="dxa"/>
          </w:tcPr>
          <w:p w:rsidR="00BF7781" w:rsidRDefault="00BF7781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To retrieve the template.  NOTE:  when a template is retrieved, it is called a document, thus never overwriting the original template.</w:t>
            </w:r>
          </w:p>
        </w:tc>
        <w:tc>
          <w:tcPr>
            <w:tcW w:w="4572" w:type="dxa"/>
          </w:tcPr>
          <w:p w:rsidR="00BF7781" w:rsidRDefault="0020065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377825" cy="386715"/>
                  <wp:effectExtent l="19050" t="0" r="3175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ab/>
            </w:r>
            <w:r>
              <w:rPr>
                <w:noProof/>
                <w:sz w:val="22"/>
              </w:rPr>
              <w:drawing>
                <wp:inline distT="0" distB="0" distL="0" distR="0">
                  <wp:extent cx="641985" cy="351790"/>
                  <wp:effectExtent l="19050" t="0" r="5715" b="0"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35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932180" cy="201930"/>
                  <wp:effectExtent l="19050" t="0" r="1270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2"/>
              </w:rPr>
              <w:t xml:space="preserve"> </w:t>
            </w:r>
          </w:p>
          <w:p w:rsidR="0020065D" w:rsidRDefault="0020065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ab/>
            </w:r>
            <w:r>
              <w:rPr>
                <w:noProof/>
                <w:sz w:val="22"/>
              </w:rPr>
              <w:tab/>
              <w:t xml:space="preserve">        </w:t>
            </w:r>
          </w:p>
          <w:p w:rsidR="0020065D" w:rsidRDefault="0020065D" w:rsidP="001C2614">
            <w:pPr>
              <w:rPr>
                <w:noProof/>
                <w:sz w:val="22"/>
              </w:rPr>
            </w:pPr>
          </w:p>
          <w:p w:rsidR="0020065D" w:rsidRDefault="0020065D" w:rsidP="001C2614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1019810" cy="158115"/>
                  <wp:effectExtent l="19050" t="0" r="889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158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2474B">
              <w:rPr>
                <w:noProof/>
                <w:sz w:val="22"/>
              </w:rPr>
              <w:t xml:space="preserve"> </w:t>
            </w:r>
            <w:r w:rsidR="0052474B">
              <w:rPr>
                <w:noProof/>
                <w:sz w:val="22"/>
              </w:rPr>
              <w:drawing>
                <wp:inline distT="0" distB="0" distL="0" distR="0">
                  <wp:extent cx="1291004" cy="146048"/>
                  <wp:effectExtent l="19050" t="0" r="4396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945" cy="145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172D" w:rsidRDefault="00D517D5" w:rsidP="00B263ED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margin-left:347.55pt;margin-top:7.7pt;width:121.85pt;height:42.9pt;rotation:180;z-index:251685888;mso-position-horizontal-relative:text;mso-position-vertical-relative:text" adj="15697,28372" fillcolor="#ff9">
            <v:textbox>
              <w:txbxContent>
                <w:p w:rsidR="00A4418E" w:rsidRPr="0052474B" w:rsidRDefault="00A4418E" w:rsidP="0052474B">
                  <w:pPr>
                    <w:rPr>
                      <w:b/>
                      <w:color w:val="002060"/>
                      <w:sz w:val="18"/>
                    </w:rPr>
                  </w:pPr>
                  <w:r>
                    <w:rPr>
                      <w:b/>
                      <w:color w:val="002060"/>
                      <w:sz w:val="18"/>
                    </w:rPr>
                    <w:t>Name of document as it appears in Word screen—the number will vary.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6" type="#_x0000_t62" style="position:absolute;margin-left:212.55pt;margin-top:7.7pt;width:56.7pt;height:38.05pt;rotation:180;z-index:251684864;mso-position-horizontal-relative:text;mso-position-vertical-relative:text" adj="-4610,25914" fillcolor="#ff9">
            <v:textbox>
              <w:txbxContent>
                <w:p w:rsidR="00A4418E" w:rsidRPr="0052474B" w:rsidRDefault="00A4418E">
                  <w:pPr>
                    <w:rPr>
                      <w:b/>
                      <w:color w:val="002060"/>
                      <w:sz w:val="18"/>
                    </w:rPr>
                  </w:pPr>
                  <w:r w:rsidRPr="0052474B">
                    <w:rPr>
                      <w:b/>
                      <w:color w:val="002060"/>
                      <w:sz w:val="18"/>
                    </w:rPr>
                    <w:t>Template retrieved</w:t>
                  </w:r>
                </w:p>
              </w:txbxContent>
            </v:textbox>
          </v:shape>
        </w:pict>
      </w:r>
    </w:p>
    <w:p w:rsidR="00F6172D" w:rsidRDefault="00F6172D">
      <w:r>
        <w:br w:type="page"/>
      </w:r>
    </w:p>
    <w:p w:rsidR="00B263ED" w:rsidRDefault="00F6172D" w:rsidP="00F6172D">
      <w:pPr>
        <w:pStyle w:val="Title"/>
      </w:pPr>
      <w:r>
        <w:lastRenderedPageBreak/>
        <w:t>Some “Other Things” When Working with Tables in Word: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050"/>
        <w:gridCol w:w="4878"/>
      </w:tblGrid>
      <w:tr w:rsidR="00F6172D" w:rsidTr="00F6172D">
        <w:tc>
          <w:tcPr>
            <w:tcW w:w="648" w:type="dxa"/>
          </w:tcPr>
          <w:p w:rsidR="00F6172D" w:rsidRPr="00F6172D" w:rsidRDefault="00F6172D" w:rsidP="00F617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050" w:type="dxa"/>
          </w:tcPr>
          <w:p w:rsidR="00F6172D" w:rsidRDefault="00F6172D" w:rsidP="00B263ED">
            <w:pPr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Selecting a Cell</w:t>
            </w:r>
          </w:p>
          <w:p w:rsidR="00F6172D" w:rsidRPr="007327D7" w:rsidRDefault="007327D7" w:rsidP="007327D7">
            <w:pPr>
              <w:pStyle w:val="ListParagraph"/>
              <w:numPr>
                <w:ilvl w:val="0"/>
                <w:numId w:val="7"/>
              </w:numPr>
            </w:pPr>
            <w:r>
              <w:t>Cells can easily be selected by placing cursor in lower left-hand corner of the cell</w:t>
            </w:r>
          </w:p>
          <w:p w:rsidR="007327D7" w:rsidRPr="007327D7" w:rsidRDefault="007327D7" w:rsidP="007327D7">
            <w:pPr>
              <w:pStyle w:val="ListParagraph"/>
              <w:numPr>
                <w:ilvl w:val="0"/>
                <w:numId w:val="7"/>
              </w:numPr>
              <w:rPr>
                <w:b/>
                <w:sz w:val="28"/>
                <w:u w:val="double"/>
              </w:rPr>
            </w:pPr>
            <w:r w:rsidRPr="007327D7">
              <w:t>When a black up facing arrow appears, hold down left mouse and select desired cell(s)</w:t>
            </w:r>
          </w:p>
        </w:tc>
        <w:tc>
          <w:tcPr>
            <w:tcW w:w="4878" w:type="dxa"/>
          </w:tcPr>
          <w:p w:rsidR="007327D7" w:rsidRDefault="007327D7" w:rsidP="00B263ED"/>
          <w:p w:rsidR="007327D7" w:rsidRDefault="007327D7" w:rsidP="00B263ED"/>
          <w:p w:rsidR="007327D7" w:rsidRDefault="007327D7" w:rsidP="00B263ED"/>
          <w:p w:rsidR="007327D7" w:rsidRDefault="007327D7" w:rsidP="00B263ED"/>
          <w:p w:rsidR="007327D7" w:rsidRDefault="007327D7" w:rsidP="00B263ED"/>
          <w:p w:rsidR="00F6172D" w:rsidRDefault="007327D7" w:rsidP="00B263ED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2074" type="#_x0000_t13" style="position:absolute;margin-left:3.85pt;margin-top:13pt;width:9.95pt;height:8.6pt;rotation:-1896524fd;z-index:251693056" fillcolor="black [3213]"/>
              </w:pict>
            </w:r>
            <w:r>
              <w:rPr>
                <w:noProof/>
              </w:rPr>
              <w:drawing>
                <wp:inline distT="0" distB="0" distL="0" distR="0">
                  <wp:extent cx="1230630" cy="299085"/>
                  <wp:effectExtent l="19050" t="0" r="762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3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27D7" w:rsidRDefault="007327D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050"/>
        <w:gridCol w:w="4878"/>
      </w:tblGrid>
      <w:tr w:rsidR="00F6172D" w:rsidTr="00F6172D">
        <w:tc>
          <w:tcPr>
            <w:tcW w:w="648" w:type="dxa"/>
          </w:tcPr>
          <w:p w:rsidR="00F6172D" w:rsidRPr="00F6172D" w:rsidRDefault="00F6172D" w:rsidP="00F617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Pr="00F6172D">
              <w:rPr>
                <w:b/>
                <w:sz w:val="28"/>
              </w:rPr>
              <w:t>.</w:t>
            </w:r>
          </w:p>
        </w:tc>
        <w:tc>
          <w:tcPr>
            <w:tcW w:w="4050" w:type="dxa"/>
          </w:tcPr>
          <w:p w:rsidR="00F6172D" w:rsidRPr="00F6172D" w:rsidRDefault="00F6172D" w:rsidP="00B263ED">
            <w:pPr>
              <w:rPr>
                <w:b/>
                <w:sz w:val="28"/>
                <w:u w:val="double"/>
              </w:rPr>
            </w:pPr>
            <w:r w:rsidRPr="00F6172D">
              <w:rPr>
                <w:b/>
                <w:sz w:val="28"/>
                <w:u w:val="double"/>
              </w:rPr>
              <w:t>Merging cells in a table</w:t>
            </w:r>
          </w:p>
          <w:p w:rsidR="00F6172D" w:rsidRDefault="00F6172D" w:rsidP="00B263ED">
            <w:r>
              <w:rPr>
                <w:b/>
                <w:noProof/>
                <w:sz w:val="28"/>
                <w:u w:val="double"/>
              </w:rPr>
              <w:pict>
                <v:shape id="_x0000_s2069" type="#_x0000_t202" style="position:absolute;margin-left:178.6pt;margin-top:42.9pt;width:37.7pt;height:21.85pt;z-index:251686912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F6172D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1(a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t>Merge the 2</w:t>
            </w:r>
            <w:r w:rsidRPr="00F6172D">
              <w:rPr>
                <w:vertAlign w:val="superscript"/>
              </w:rPr>
              <w:t>nd</w:t>
            </w:r>
            <w:r>
              <w:t xml:space="preserve"> and 3</w:t>
            </w:r>
            <w:r w:rsidRPr="00F6172D">
              <w:rPr>
                <w:vertAlign w:val="superscript"/>
              </w:rPr>
              <w:t>rd</w:t>
            </w:r>
            <w:r>
              <w:t xml:space="preserve"> columns in the one-row table to the right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7"/>
              </w:numPr>
            </w:pPr>
            <w:r>
              <w:t>Highlight columns 2 and 3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7"/>
              </w:numPr>
            </w:pPr>
            <w:r>
              <w:t>Click Table Tools/Layout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7"/>
              </w:numPr>
            </w:pPr>
            <w:r>
              <w:rPr>
                <w:b/>
                <w:noProof/>
                <w:sz w:val="28"/>
                <w:u w:val="double"/>
              </w:rPr>
              <w:pict>
                <v:shape id="_x0000_s2070" type="#_x0000_t202" style="position:absolute;left:0;text-align:left;margin-left:179.15pt;margin-top:96.2pt;width:37.7pt;height:21.85pt;z-index:251687936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F6172D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2(b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t>Select Merge Cells</w:t>
            </w:r>
          </w:p>
          <w:p w:rsidR="00F6172D" w:rsidRDefault="00F6172D" w:rsidP="00F6172D"/>
          <w:p w:rsidR="00F6172D" w:rsidRDefault="00F6172D" w:rsidP="00F6172D">
            <w:r w:rsidRPr="00F6172D">
              <w:rPr>
                <w:b/>
                <w:sz w:val="32"/>
                <w:highlight w:val="yellow"/>
              </w:rPr>
              <w:t>Note:</w:t>
            </w:r>
            <w:r w:rsidRPr="00F6172D">
              <w:rPr>
                <w:sz w:val="32"/>
              </w:rPr>
              <w:t xml:space="preserve">  </w:t>
            </w:r>
            <w:r>
              <w:t>The same thing can be done vertically.</w:t>
            </w:r>
          </w:p>
        </w:tc>
        <w:tc>
          <w:tcPr>
            <w:tcW w:w="4878" w:type="dxa"/>
          </w:tcPr>
          <w:p w:rsidR="00F6172D" w:rsidRDefault="00F6172D" w:rsidP="00B263ED"/>
          <w:p w:rsidR="00F6172D" w:rsidRDefault="00F6172D" w:rsidP="00B263ED">
            <w:r>
              <w:rPr>
                <w:noProof/>
              </w:rPr>
              <w:drawing>
                <wp:inline distT="0" distB="0" distL="0" distR="0">
                  <wp:extent cx="2884170" cy="34290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17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2D" w:rsidRDefault="00F6172D" w:rsidP="00B263ED">
            <w:r>
              <w:rPr>
                <w:noProof/>
              </w:rPr>
              <w:pict>
                <v:shape id="_x0000_s2071" type="#_x0000_t202" style="position:absolute;margin-left:84.9pt;margin-top:64.75pt;width:37.7pt;height:21.85pt;z-index:251688960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F6172D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2(c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2857500" cy="32512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2D" w:rsidRDefault="00F6172D" w:rsidP="00B263ED">
            <w:r>
              <w:rPr>
                <w:noProof/>
              </w:rPr>
              <w:drawing>
                <wp:inline distT="0" distB="0" distL="0" distR="0">
                  <wp:extent cx="1204595" cy="448310"/>
                  <wp:effectExtent l="1905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835025" cy="808990"/>
                  <wp:effectExtent l="19050" t="0" r="3175" b="0"/>
                  <wp:docPr id="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80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2D" w:rsidRDefault="00F6172D" w:rsidP="00B263ED">
            <w:r>
              <w:rPr>
                <w:noProof/>
              </w:rPr>
              <w:drawing>
                <wp:inline distT="0" distB="0" distL="0" distR="0">
                  <wp:extent cx="2839720" cy="316230"/>
                  <wp:effectExtent l="19050" t="0" r="0" b="0"/>
                  <wp:docPr id="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72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172D" w:rsidRDefault="00F6172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050"/>
        <w:gridCol w:w="4878"/>
      </w:tblGrid>
      <w:tr w:rsidR="00F6172D" w:rsidTr="00F6172D">
        <w:tc>
          <w:tcPr>
            <w:tcW w:w="648" w:type="dxa"/>
          </w:tcPr>
          <w:p w:rsidR="00F6172D" w:rsidRPr="00F6172D" w:rsidRDefault="00F6172D" w:rsidP="00F617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050" w:type="dxa"/>
          </w:tcPr>
          <w:p w:rsidR="00F6172D" w:rsidRDefault="00F6172D" w:rsidP="00B263ED">
            <w:pPr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Splitting cells in a table</w:t>
            </w:r>
          </w:p>
          <w:p w:rsidR="00F6172D" w:rsidRDefault="00F6172D" w:rsidP="00B263ED">
            <w:r>
              <w:t>Split the blue cell into 3 more columns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8"/>
              </w:numPr>
            </w:pPr>
            <w:r>
              <w:t>Highlight the 2</w:t>
            </w:r>
            <w:r w:rsidRPr="00F6172D">
              <w:rPr>
                <w:vertAlign w:val="superscript"/>
              </w:rPr>
              <w:t>nd</w:t>
            </w:r>
            <w:r>
              <w:t xml:space="preserve"> column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8"/>
              </w:numPr>
            </w:pPr>
            <w:r>
              <w:t xml:space="preserve">Click Table Tools/Layout (see </w:t>
            </w:r>
            <w:r w:rsidR="00A4418E">
              <w:t>2</w:t>
            </w:r>
            <w:r>
              <w:t xml:space="preserve">(b) and </w:t>
            </w:r>
            <w:r w:rsidR="00A4418E">
              <w:t>2</w:t>
            </w:r>
            <w:r>
              <w:t>(c) above)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8"/>
              </w:numPr>
            </w:pPr>
            <w:r>
              <w:t>Select Split Cells</w:t>
            </w:r>
          </w:p>
          <w:p w:rsidR="00F6172D" w:rsidRDefault="00F6172D" w:rsidP="00F6172D">
            <w:pPr>
              <w:pStyle w:val="ListParagraph"/>
              <w:numPr>
                <w:ilvl w:val="0"/>
                <w:numId w:val="8"/>
              </w:numPr>
            </w:pPr>
            <w:r>
              <w:t>Make the number of columns 3</w:t>
            </w:r>
          </w:p>
          <w:p w:rsidR="00F6172D" w:rsidRPr="00F6172D" w:rsidRDefault="00F6172D" w:rsidP="00B263ED"/>
        </w:tc>
        <w:tc>
          <w:tcPr>
            <w:tcW w:w="4878" w:type="dxa"/>
          </w:tcPr>
          <w:p w:rsidR="00F6172D" w:rsidRDefault="00F6172D" w:rsidP="00B263ED"/>
          <w:p w:rsidR="00F6172D" w:rsidRDefault="00F6172D" w:rsidP="00B263ED">
            <w:r>
              <w:rPr>
                <w:b/>
                <w:noProof/>
                <w:sz w:val="28"/>
                <w:u w:val="double"/>
              </w:rPr>
              <w:pict>
                <v:shape id="_x0000_s2072" type="#_x0000_t202" style="position:absolute;margin-left:35.5pt;margin-top:15.8pt;width:37.7pt;height:21.85pt;z-index:251691008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F6172D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3(a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2875280" cy="307975"/>
                  <wp:effectExtent l="19050" t="0" r="1270" b="0"/>
                  <wp:docPr id="1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280" cy="30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2D" w:rsidRDefault="00F6172D" w:rsidP="00B263ED">
            <w:r>
              <w:rPr>
                <w:noProof/>
              </w:rPr>
              <w:pict>
                <v:shape id="_x0000_s2073" type="#_x0000_t202" style="position:absolute;margin-left:122.6pt;margin-top:49.65pt;width:37.7pt;height:21.85pt;z-index:251692032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A4418E" w:rsidRPr="001A4497" w:rsidRDefault="00A4418E" w:rsidP="00F6172D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3(d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  <w:p w:rsidR="00F6172D" w:rsidRDefault="00F6172D" w:rsidP="00B263ED">
            <w:r>
              <w:rPr>
                <w:noProof/>
              </w:rPr>
              <w:drawing>
                <wp:inline distT="0" distB="0" distL="0" distR="0">
                  <wp:extent cx="1670685" cy="544830"/>
                  <wp:effectExtent l="19050" t="0" r="5715" b="0"/>
                  <wp:docPr id="2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544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2D" w:rsidRDefault="00F6172D" w:rsidP="00B263ED">
            <w:r>
              <w:rPr>
                <w:noProof/>
              </w:rPr>
              <w:drawing>
                <wp:inline distT="0" distB="0" distL="0" distR="0">
                  <wp:extent cx="2830830" cy="246380"/>
                  <wp:effectExtent l="19050" t="0" r="7620" b="0"/>
                  <wp:docPr id="2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18E" w:rsidRDefault="00A4418E"/>
    <w:p w:rsidR="00A4418E" w:rsidRDefault="00A4418E">
      <w:r>
        <w:br w:type="page"/>
      </w:r>
    </w:p>
    <w:p w:rsidR="00A4418E" w:rsidRDefault="00A4418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050"/>
        <w:gridCol w:w="4878"/>
      </w:tblGrid>
      <w:tr w:rsidR="00A4418E" w:rsidTr="00F6172D">
        <w:tc>
          <w:tcPr>
            <w:tcW w:w="648" w:type="dxa"/>
          </w:tcPr>
          <w:p w:rsidR="00A4418E" w:rsidRDefault="00A4418E" w:rsidP="00F617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050" w:type="dxa"/>
          </w:tcPr>
          <w:p w:rsidR="00A4418E" w:rsidRDefault="00A4418E" w:rsidP="00B263ED">
            <w:pPr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Reduce font size</w:t>
            </w:r>
            <w:r w:rsidR="000D1517">
              <w:rPr>
                <w:b/>
                <w:sz w:val="28"/>
                <w:u w:val="double"/>
              </w:rPr>
              <w:t xml:space="preserve"> between rows</w:t>
            </w:r>
          </w:p>
          <w:p w:rsidR="00A4418E" w:rsidRDefault="00A4418E" w:rsidP="00B263ED">
            <w:r>
              <w:t>If space is an issue and the table is split as shown to the right, try reducing the font size between the tables—to possibly 7 or 8</w:t>
            </w:r>
          </w:p>
          <w:p w:rsidR="00A4418E" w:rsidRPr="00A4418E" w:rsidRDefault="00541069" w:rsidP="00A4418E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u w:val="double"/>
              </w:rPr>
            </w:pPr>
            <w:r>
              <w:rPr>
                <w:noProof/>
              </w:rPr>
              <w:pict>
                <v:shape id="_x0000_s2078" type="#_x0000_t202" style="position:absolute;left:0;text-align:left;margin-left:184.1pt;margin-top:75.6pt;width:37.7pt;height:21.85pt;z-index:251697152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541069" w:rsidRPr="001A4497" w:rsidRDefault="00541069" w:rsidP="00541069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4(a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 w:rsidR="00A4418E"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2075" type="#_x0000_t67" style="position:absolute;left:0;text-align:left;margin-left:198.45pt;margin-top:10.4pt;width:20.4pt;height:26.3pt;rotation:17486398fd;z-index:251694080"/>
              </w:pict>
            </w:r>
            <w:r w:rsidR="00A4418E" w:rsidRPr="00A4418E">
              <w:t>Pla</w:t>
            </w:r>
            <w:r w:rsidR="00A4418E">
              <w:t>ce the cursor in left margin until a “white” arrow appears</w:t>
            </w:r>
          </w:p>
          <w:p w:rsidR="00A4418E" w:rsidRPr="00A4418E" w:rsidRDefault="00A4418E" w:rsidP="00A4418E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u w:val="double"/>
              </w:rPr>
            </w:pPr>
            <w:r>
              <w:t>Left mouse click and the blank line will be selected</w:t>
            </w:r>
          </w:p>
          <w:p w:rsidR="00A4418E" w:rsidRPr="00541069" w:rsidRDefault="00541069" w:rsidP="00A4418E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u w:val="double"/>
              </w:rPr>
            </w:pPr>
            <w:r>
              <w:rPr>
                <w:noProof/>
              </w:rPr>
              <w:pict>
                <v:shape id="_x0000_s2080" type="#_x0000_t202" style="position:absolute;left:0;text-align:left;margin-left:195.5pt;margin-top:181.5pt;width:37.7pt;height:21.85pt;z-index:251699200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541069" w:rsidRPr="001A4497" w:rsidRDefault="00541069" w:rsidP="00541069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4(c)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 w:rsidR="00A4418E">
              <w:t>Change the font to a smaller size</w:t>
            </w:r>
          </w:p>
          <w:p w:rsidR="00541069" w:rsidRDefault="00541069" w:rsidP="00541069">
            <w:pPr>
              <w:rPr>
                <w:b/>
                <w:sz w:val="32"/>
                <w:highlight w:val="yellow"/>
              </w:rPr>
            </w:pPr>
          </w:p>
          <w:p w:rsidR="00541069" w:rsidRPr="00541069" w:rsidRDefault="00541069" w:rsidP="00541069">
            <w:pPr>
              <w:rPr>
                <w:b/>
                <w:sz w:val="28"/>
                <w:u w:val="double"/>
              </w:rPr>
            </w:pPr>
            <w:r w:rsidRPr="00F6172D">
              <w:rPr>
                <w:b/>
                <w:sz w:val="32"/>
                <w:highlight w:val="yellow"/>
              </w:rPr>
              <w:t>Note:</w:t>
            </w:r>
            <w:r w:rsidRPr="00F6172D">
              <w:rPr>
                <w:sz w:val="32"/>
              </w:rPr>
              <w:t xml:space="preserve">  </w:t>
            </w:r>
            <w:r>
              <w:t>Several “blank” lines can be selected by clicking on first one, holding down CTRL and clicking on other lines.</w:t>
            </w:r>
          </w:p>
        </w:tc>
        <w:tc>
          <w:tcPr>
            <w:tcW w:w="4878" w:type="dxa"/>
          </w:tcPr>
          <w:p w:rsidR="00A4418E" w:rsidRDefault="00A4418E" w:rsidP="00B263ED">
            <w:r>
              <w:rPr>
                <w:noProof/>
              </w:rPr>
              <w:drawing>
                <wp:inline distT="0" distB="0" distL="0" distR="0">
                  <wp:extent cx="1714500" cy="676910"/>
                  <wp:effectExtent l="19050" t="19050" r="19050" b="27940"/>
                  <wp:docPr id="2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76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418E" w:rsidRDefault="00A4418E" w:rsidP="00B263ED"/>
          <w:p w:rsidR="00A4418E" w:rsidRDefault="00541069" w:rsidP="00B263ED">
            <w:r>
              <w:rPr>
                <w:noProof/>
              </w:rPr>
              <w:pict>
                <v:shape id="_x0000_s2079" type="#_x0000_t202" style="position:absolute;margin-left:34.4pt;margin-top:87.6pt;width:37.7pt;height:21.85pt;z-index:251698176;mso-height-percent:200;mso-position-horizontal-relative:margin;mso-position-vertical-relative:margin;mso-height-percent:200;mso-width-relative:margin;mso-height-relative:margin" filled="f" stroked="f">
                  <v:textbox style="mso-fit-shape-to-text:t">
                    <w:txbxContent>
                      <w:p w:rsidR="00541069" w:rsidRPr="001A4497" w:rsidRDefault="00541069" w:rsidP="00541069">
                        <w:pPr>
                          <w:rPr>
                            <w:b/>
                            <w:color w:val="006600"/>
                          </w:rPr>
                        </w:pPr>
                        <w:r>
                          <w:rPr>
                            <w:b/>
                            <w:color w:val="006600"/>
                          </w:rPr>
                          <w:t>4(b</w:t>
                        </w:r>
                        <w:r w:rsidRPr="001A4497">
                          <w:rPr>
                            <w:b/>
                            <w:color w:val="006600"/>
                          </w:rPr>
                          <w:t>)</w:t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 w:rsidR="00A4418E"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77" type="#_x0000_t34" style="position:absolute;margin-left:33.4pt;margin-top:26.8pt;width:62.3pt;height:60.25pt;rotation:90;flip:x;z-index:251696128" o:connectortype="elbow" adj=",77939,-118332" strokecolor="#c00000" strokeweight="2.25pt">
                  <v:stroke dashstyle="1 1" startarrow="block" endarrow="block" endcap="round"/>
                </v:shape>
              </w:pict>
            </w:r>
            <w:r w:rsidR="00A4418E">
              <w:rPr>
                <w:noProof/>
              </w:rPr>
              <w:drawing>
                <wp:inline distT="0" distB="0" distL="0" distR="0">
                  <wp:extent cx="1442085" cy="650875"/>
                  <wp:effectExtent l="19050" t="0" r="5715" b="0"/>
                  <wp:docPr id="2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418E" w:rsidRDefault="00A4418E" w:rsidP="00B263ED"/>
          <w:p w:rsidR="00A4418E" w:rsidRDefault="00A4418E" w:rsidP="00B263ED">
            <w:r>
              <w:rPr>
                <w:noProof/>
              </w:rPr>
              <w:pict>
                <v:oval id="_x0000_s2076" style="position:absolute;margin-left:48.9pt;margin-top:65.8pt;width:20.1pt;height:18pt;z-index:251695104" filled="f" strokecolor="#c00000" strokeweight="2.25pt"/>
              </w:pict>
            </w:r>
            <w:r>
              <w:rPr>
                <w:noProof/>
              </w:rPr>
              <w:drawing>
                <wp:inline distT="0" distB="0" distL="0" distR="0">
                  <wp:extent cx="800100" cy="18478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773430" cy="1037590"/>
                  <wp:effectExtent l="19050" t="0" r="762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43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418E" w:rsidRDefault="00A4418E" w:rsidP="00B263ED"/>
        </w:tc>
      </w:tr>
    </w:tbl>
    <w:p w:rsidR="000D1517" w:rsidRDefault="000D151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050"/>
        <w:gridCol w:w="4878"/>
      </w:tblGrid>
      <w:tr w:rsidR="000D1517" w:rsidTr="00F6172D">
        <w:tc>
          <w:tcPr>
            <w:tcW w:w="648" w:type="dxa"/>
          </w:tcPr>
          <w:p w:rsidR="000D1517" w:rsidRDefault="000D1517" w:rsidP="00F6172D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050" w:type="dxa"/>
          </w:tcPr>
          <w:p w:rsidR="000D1517" w:rsidRDefault="000D1517" w:rsidP="00B263ED">
            <w:pPr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Table Tools</w:t>
            </w:r>
          </w:p>
          <w:p w:rsidR="000D1517" w:rsidRDefault="000D1517" w:rsidP="00B263ED">
            <w:pPr>
              <w:rPr>
                <w:b/>
                <w:sz w:val="28"/>
                <w:u w:val="double"/>
              </w:rPr>
            </w:pPr>
            <w:r>
              <w:t>Make use of the Table Tools (Design and Layout).  A table must be selected, or the cursor inside a table to have the Table Tools menu appear</w:t>
            </w:r>
          </w:p>
        </w:tc>
        <w:tc>
          <w:tcPr>
            <w:tcW w:w="4878" w:type="dxa"/>
          </w:tcPr>
          <w:p w:rsidR="000D1517" w:rsidRDefault="000D1517" w:rsidP="00B263E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39520" cy="571500"/>
                  <wp:effectExtent l="19050" t="0" r="0" b="0"/>
                  <wp:docPr id="29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52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172D" w:rsidRPr="00B263ED" w:rsidRDefault="00F6172D" w:rsidP="00B263ED"/>
    <w:sectPr w:rsidR="00F6172D" w:rsidRPr="00B263ED" w:rsidSect="000539E0">
      <w:headerReference w:type="default" r:id="rId64"/>
      <w:footerReference w:type="default" r:id="rId65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18E" w:rsidRDefault="00A4418E" w:rsidP="000539E0">
      <w:r>
        <w:separator/>
      </w:r>
    </w:p>
  </w:endnote>
  <w:endnote w:type="continuationSeparator" w:id="0">
    <w:p w:rsidR="00A4418E" w:rsidRDefault="00A4418E" w:rsidP="00053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8E" w:rsidRPr="00F2600A" w:rsidRDefault="00A4418E" w:rsidP="00F2600A">
    <w:pPr>
      <w:pStyle w:val="Footer"/>
      <w:pBdr>
        <w:top w:val="double" w:sz="4" w:space="1" w:color="C00000"/>
      </w:pBdr>
      <w:rPr>
        <w:b/>
        <w:sz w:val="22"/>
      </w:rPr>
    </w:pPr>
    <w:r w:rsidRPr="00F2600A">
      <w:rPr>
        <w:b/>
        <w:sz w:val="22"/>
      </w:rPr>
      <w:t>Tech Camp 2012 | Creating Templates</w:t>
    </w:r>
    <w:r>
      <w:rPr>
        <w:b/>
        <w:sz w:val="22"/>
      </w:rPr>
      <w:t xml:space="preserve"> in Word</w:t>
    </w:r>
    <w:r w:rsidRPr="00F2600A">
      <w:rPr>
        <w:b/>
        <w:sz w:val="22"/>
      </w:rPr>
      <w:tab/>
    </w:r>
    <w:r w:rsidRPr="00F2600A">
      <w:rPr>
        <w:b/>
        <w:sz w:val="22"/>
      </w:rPr>
      <w:tab/>
    </w:r>
    <w:sdt>
      <w:sdtPr>
        <w:rPr>
          <w:b/>
          <w:sz w:val="22"/>
        </w:rPr>
        <w:id w:val="8604423"/>
        <w:docPartObj>
          <w:docPartGallery w:val="Page Numbers (Bottom of Page)"/>
          <w:docPartUnique/>
        </w:docPartObj>
      </w:sdtPr>
      <w:sdtContent>
        <w:sdt>
          <w:sdtPr>
            <w:rPr>
              <w:b/>
              <w:sz w:val="22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2600A">
              <w:rPr>
                <w:b/>
                <w:sz w:val="22"/>
              </w:rPr>
              <w:t xml:space="preserve">Page </w:t>
            </w:r>
            <w:r w:rsidRPr="00F2600A">
              <w:rPr>
                <w:b/>
                <w:sz w:val="22"/>
              </w:rPr>
              <w:fldChar w:fldCharType="begin"/>
            </w:r>
            <w:r w:rsidRPr="00F2600A">
              <w:rPr>
                <w:b/>
                <w:sz w:val="22"/>
              </w:rPr>
              <w:instrText xml:space="preserve"> PAGE </w:instrText>
            </w:r>
            <w:r w:rsidRPr="00F2600A">
              <w:rPr>
                <w:b/>
                <w:sz w:val="22"/>
              </w:rPr>
              <w:fldChar w:fldCharType="separate"/>
            </w:r>
            <w:r w:rsidR="000D1517">
              <w:rPr>
                <w:b/>
                <w:noProof/>
                <w:sz w:val="22"/>
              </w:rPr>
              <w:t>6</w:t>
            </w:r>
            <w:r w:rsidRPr="00F2600A">
              <w:rPr>
                <w:b/>
                <w:sz w:val="22"/>
              </w:rPr>
              <w:fldChar w:fldCharType="end"/>
            </w:r>
            <w:r w:rsidRPr="00F2600A">
              <w:rPr>
                <w:b/>
                <w:sz w:val="22"/>
              </w:rPr>
              <w:t xml:space="preserve"> of </w:t>
            </w:r>
            <w:r w:rsidRPr="00F2600A">
              <w:rPr>
                <w:b/>
                <w:sz w:val="22"/>
              </w:rPr>
              <w:fldChar w:fldCharType="begin"/>
            </w:r>
            <w:r w:rsidRPr="00F2600A">
              <w:rPr>
                <w:b/>
                <w:sz w:val="22"/>
              </w:rPr>
              <w:instrText xml:space="preserve"> NUMPAGES  </w:instrText>
            </w:r>
            <w:r w:rsidRPr="00F2600A">
              <w:rPr>
                <w:b/>
                <w:sz w:val="22"/>
              </w:rPr>
              <w:fldChar w:fldCharType="separate"/>
            </w:r>
            <w:r w:rsidR="000D1517">
              <w:rPr>
                <w:b/>
                <w:noProof/>
                <w:sz w:val="22"/>
              </w:rPr>
              <w:t>6</w:t>
            </w:r>
            <w:r w:rsidRPr="00F2600A">
              <w:rPr>
                <w:b/>
                <w:sz w:val="22"/>
              </w:rPr>
              <w:fldChar w:fldCharType="end"/>
            </w:r>
          </w:sdtContent>
        </w:sdt>
      </w:sdtContent>
    </w:sdt>
  </w:p>
  <w:p w:rsidR="00A4418E" w:rsidRDefault="00A441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18E" w:rsidRDefault="00A4418E" w:rsidP="000539E0">
      <w:r>
        <w:separator/>
      </w:r>
    </w:p>
  </w:footnote>
  <w:footnote w:type="continuationSeparator" w:id="0">
    <w:p w:rsidR="00A4418E" w:rsidRDefault="00A4418E" w:rsidP="00053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shd w:val="clear" w:color="auto" w:fill="000000" w:themeFill="text1"/>
      <w:tblLook w:val="04A0"/>
    </w:tblPr>
    <w:tblGrid>
      <w:gridCol w:w="2527"/>
      <w:gridCol w:w="7049"/>
    </w:tblGrid>
    <w:tr w:rsidR="00A4418E" w:rsidTr="00752730">
      <w:tc>
        <w:tcPr>
          <w:tcW w:w="2448" w:type="dxa"/>
          <w:shd w:val="clear" w:color="auto" w:fill="000000" w:themeFill="text1"/>
        </w:tcPr>
        <w:p w:rsidR="00A4418E" w:rsidRDefault="00A4418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1448002" cy="495369"/>
                <wp:effectExtent l="19050" t="0" r="0" b="0"/>
                <wp:docPr id="1" name="Picture 0" descr="DASD_Technolog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ASD_Technology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8002" cy="4953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8" w:type="dxa"/>
          <w:shd w:val="clear" w:color="auto" w:fill="000000" w:themeFill="text1"/>
          <w:vAlign w:val="center"/>
        </w:tcPr>
        <w:p w:rsidR="00A4418E" w:rsidRPr="00752730" w:rsidRDefault="00A4418E" w:rsidP="00F2600A">
          <w:pPr>
            <w:pStyle w:val="Header"/>
            <w:rPr>
              <w:b/>
            </w:rPr>
          </w:pPr>
          <w:r>
            <w:rPr>
              <w:b/>
            </w:rPr>
            <w:t>Creating Templates in Word</w:t>
          </w:r>
        </w:p>
      </w:tc>
    </w:tr>
  </w:tbl>
  <w:p w:rsidR="00A4418E" w:rsidRDefault="00A4418E">
    <w:pPr>
      <w:pStyle w:val="Header"/>
    </w:pPr>
  </w:p>
  <w:p w:rsidR="00A4418E" w:rsidRDefault="00A441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22BE"/>
    <w:multiLevelType w:val="hybridMultilevel"/>
    <w:tmpl w:val="2B8022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E04CA"/>
    <w:multiLevelType w:val="hybridMultilevel"/>
    <w:tmpl w:val="DDCC9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F4267"/>
    <w:multiLevelType w:val="hybridMultilevel"/>
    <w:tmpl w:val="4B58C314"/>
    <w:lvl w:ilvl="0" w:tplc="CC2EC0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3720E"/>
    <w:multiLevelType w:val="hybridMultilevel"/>
    <w:tmpl w:val="9468C2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8526E"/>
    <w:multiLevelType w:val="hybridMultilevel"/>
    <w:tmpl w:val="32C8AF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C02A9"/>
    <w:multiLevelType w:val="hybridMultilevel"/>
    <w:tmpl w:val="754E9C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444C8A"/>
    <w:multiLevelType w:val="hybridMultilevel"/>
    <w:tmpl w:val="41E0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33154"/>
    <w:multiLevelType w:val="hybridMultilevel"/>
    <w:tmpl w:val="3B2C66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F0234"/>
    <w:multiLevelType w:val="hybridMultilevel"/>
    <w:tmpl w:val="492A3A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17C72"/>
    <w:multiLevelType w:val="hybridMultilevel"/>
    <w:tmpl w:val="E11A3B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4186F"/>
    <w:multiLevelType w:val="hybridMultilevel"/>
    <w:tmpl w:val="E11A3B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attachedTemplate r:id="rId1"/>
  <w:defaultTabStop w:val="720"/>
  <w:characterSpacingControl w:val="doNotCompress"/>
  <w:hdrShapeDefaults>
    <o:shapedefaults v:ext="edit" spidmax="2081">
      <o:colormru v:ext="edit" colors="#ff9"/>
      <o:colormenu v:ext="edit" fillcolor="none" strokecolor="#c00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3D56A1"/>
    <w:rsid w:val="000539E0"/>
    <w:rsid w:val="000D1517"/>
    <w:rsid w:val="001A4497"/>
    <w:rsid w:val="001C2614"/>
    <w:rsid w:val="001C4DD6"/>
    <w:rsid w:val="0020065D"/>
    <w:rsid w:val="002050EE"/>
    <w:rsid w:val="0023275B"/>
    <w:rsid w:val="00254497"/>
    <w:rsid w:val="00291630"/>
    <w:rsid w:val="003D56A1"/>
    <w:rsid w:val="0041237B"/>
    <w:rsid w:val="00415080"/>
    <w:rsid w:val="0042087C"/>
    <w:rsid w:val="004B11D6"/>
    <w:rsid w:val="004C1534"/>
    <w:rsid w:val="00515E0A"/>
    <w:rsid w:val="0052474B"/>
    <w:rsid w:val="00541069"/>
    <w:rsid w:val="00593B44"/>
    <w:rsid w:val="00607EC0"/>
    <w:rsid w:val="007327D7"/>
    <w:rsid w:val="00752730"/>
    <w:rsid w:val="007852FB"/>
    <w:rsid w:val="007C05D1"/>
    <w:rsid w:val="007E77B3"/>
    <w:rsid w:val="008661B7"/>
    <w:rsid w:val="008C0402"/>
    <w:rsid w:val="00985EA0"/>
    <w:rsid w:val="00A4418E"/>
    <w:rsid w:val="00B263ED"/>
    <w:rsid w:val="00BF7781"/>
    <w:rsid w:val="00CD3BD9"/>
    <w:rsid w:val="00CE021F"/>
    <w:rsid w:val="00D1031F"/>
    <w:rsid w:val="00D517D5"/>
    <w:rsid w:val="00E10A0D"/>
    <w:rsid w:val="00E9028C"/>
    <w:rsid w:val="00E971B2"/>
    <w:rsid w:val="00F2600A"/>
    <w:rsid w:val="00F6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ru v:ext="edit" colors="#ff9"/>
      <o:colormenu v:ext="edit" fillcolor="none" strokecolor="#c00000"/>
    </o:shapedefaults>
    <o:shapelayout v:ext="edit">
      <o:idmap v:ext="edit" data="2"/>
      <o:rules v:ext="edit">
        <o:r id="V:Rule5" type="callout" idref="#_x0000_s2067"/>
        <o:r id="V:Rule6" type="callout" idref="#_x0000_s2066"/>
        <o:r id="V:Rule7" type="connector" idref="#_x0000_s2054"/>
        <o:r id="V:Rule8" type="connector" idref="#_x0000_s2060"/>
        <o:r id="V:Rule9" type="connector" idref="#_x0000_s2058"/>
        <o:r id="V:Rule10" type="connector" idref="#_x0000_s2059"/>
        <o:r id="V:Rule12" type="connector" idref="#_x0000_s2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9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9E0"/>
  </w:style>
  <w:style w:type="paragraph" w:styleId="Footer">
    <w:name w:val="footer"/>
    <w:basedOn w:val="Normal"/>
    <w:link w:val="FooterChar"/>
    <w:uiPriority w:val="99"/>
    <w:unhideWhenUsed/>
    <w:rsid w:val="000539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9E0"/>
  </w:style>
  <w:style w:type="paragraph" w:styleId="BalloonText">
    <w:name w:val="Balloon Text"/>
    <w:basedOn w:val="Normal"/>
    <w:link w:val="BalloonTextChar"/>
    <w:uiPriority w:val="99"/>
    <w:semiHidden/>
    <w:unhideWhenUsed/>
    <w:rsid w:val="00053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3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6A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617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header" Target="header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theme" Target="theme/theme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cwil\Application%20Data\Microsoft\Templates\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Memo.dotx</Template>
  <TotalTime>281</TotalTime>
  <Pages>6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Dover Area School District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18</cp:revision>
  <dcterms:created xsi:type="dcterms:W3CDTF">2012-06-16T19:04:00Z</dcterms:created>
  <dcterms:modified xsi:type="dcterms:W3CDTF">2012-06-17T00:04:00Z</dcterms:modified>
</cp:coreProperties>
</file>